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C69" w:rsidRPr="002321C0" w:rsidRDefault="00280C69" w:rsidP="004A2F8C">
      <w:pPr>
        <w:spacing w:after="0" w:line="36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2321C0">
        <w:rPr>
          <w:rFonts w:ascii="Times New Roman" w:hAnsi="Times New Roman" w:cs="Times New Roman"/>
          <w:sz w:val="28"/>
          <w:szCs w:val="28"/>
        </w:rPr>
        <w:t xml:space="preserve">ЗАТВЕРДЖЕНО </w:t>
      </w:r>
    </w:p>
    <w:p w:rsidR="00280C69" w:rsidRPr="002321C0" w:rsidRDefault="00280C69" w:rsidP="004A2F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1C0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321C0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:rsidR="00280C69" w:rsidRPr="002321C0" w:rsidRDefault="00280C69" w:rsidP="004A2F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21C0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район</w:t>
      </w:r>
      <w:r w:rsidRPr="002321C0">
        <w:rPr>
          <w:rFonts w:ascii="Times New Roman" w:hAnsi="Times New Roman" w:cs="Times New Roman"/>
          <w:sz w:val="28"/>
          <w:szCs w:val="28"/>
        </w:rPr>
        <w:t>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21C0">
        <w:rPr>
          <w:rFonts w:ascii="Times New Roman" w:hAnsi="Times New Roman" w:cs="Times New Roman"/>
          <w:sz w:val="28"/>
          <w:szCs w:val="28"/>
        </w:rPr>
        <w:t>державної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2321C0">
        <w:rPr>
          <w:rFonts w:ascii="Times New Roman" w:hAnsi="Times New Roman" w:cs="Times New Roman"/>
          <w:sz w:val="28"/>
          <w:szCs w:val="28"/>
        </w:rPr>
        <w:t xml:space="preserve">дміністрації </w:t>
      </w:r>
    </w:p>
    <w:p w:rsidR="00280C69" w:rsidRPr="001821B0" w:rsidRDefault="00280C69" w:rsidP="00AC1503">
      <w:pPr>
        <w:spacing w:after="0" w:line="360" w:lineRule="auto"/>
        <w:ind w:left="4248" w:right="-143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30.11.2018 </w:t>
      </w:r>
      <w:r>
        <w:rPr>
          <w:rFonts w:ascii="Times New Roman" w:hAnsi="Times New Roman" w:cs="Times New Roman"/>
          <w:sz w:val="28"/>
          <w:szCs w:val="28"/>
        </w:rPr>
        <w:t xml:space="preserve">року </w:t>
      </w:r>
      <w:r w:rsidRPr="002321C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429</w:t>
      </w:r>
    </w:p>
    <w:p w:rsidR="00280C69" w:rsidRPr="00397D28" w:rsidRDefault="00280C69" w:rsidP="00FE38AA">
      <w:pPr>
        <w:pStyle w:val="BodyTextIndent3"/>
        <w:tabs>
          <w:tab w:val="left" w:pos="851"/>
          <w:tab w:val="left" w:pos="1276"/>
        </w:tabs>
        <w:spacing w:before="0"/>
        <w:ind w:firstLine="0"/>
        <w:jc w:val="center"/>
        <w:rPr>
          <w:rFonts w:ascii="Times New Roman" w:hAnsi="Times New Roman" w:cs="Times New Roman"/>
        </w:rPr>
      </w:pPr>
      <w:r w:rsidRPr="00397D28">
        <w:rPr>
          <w:rFonts w:ascii="Times New Roman" w:hAnsi="Times New Roman" w:cs="Times New Roman"/>
        </w:rPr>
        <w:t xml:space="preserve">  СКЛАД </w:t>
      </w:r>
    </w:p>
    <w:p w:rsidR="00280C69" w:rsidRPr="001F4F3A" w:rsidRDefault="00280C69" w:rsidP="00D47EED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район</w:t>
      </w:r>
      <w:r w:rsidRPr="001F4F3A">
        <w:rPr>
          <w:rFonts w:ascii="Times New Roman" w:hAnsi="Times New Roman" w:cs="Times New Roman"/>
          <w:sz w:val="28"/>
          <w:szCs w:val="28"/>
        </w:rPr>
        <w:t>ної координаційної ради</w:t>
      </w:r>
    </w:p>
    <w:p w:rsidR="00280C69" w:rsidRPr="001F4F3A" w:rsidRDefault="00280C69" w:rsidP="00FE38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F3A">
        <w:rPr>
          <w:rFonts w:ascii="Times New Roman" w:hAnsi="Times New Roman" w:cs="Times New Roman"/>
          <w:sz w:val="28"/>
          <w:szCs w:val="28"/>
        </w:rPr>
        <w:t xml:space="preserve"> з питань гендерної політики, протидії торгівлі людьми та </w:t>
      </w:r>
    </w:p>
    <w:p w:rsidR="00280C69" w:rsidRDefault="00280C69" w:rsidP="00FE38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2F8C">
        <w:rPr>
          <w:rFonts w:ascii="Times New Roman" w:hAnsi="Times New Roman" w:cs="Times New Roman"/>
          <w:sz w:val="28"/>
          <w:szCs w:val="28"/>
        </w:rPr>
        <w:t>попередження насильст</w:t>
      </w:r>
      <w:r w:rsidRPr="001F4F3A">
        <w:rPr>
          <w:rFonts w:ascii="Times New Roman" w:hAnsi="Times New Roman" w:cs="Times New Roman"/>
          <w:sz w:val="28"/>
          <w:szCs w:val="28"/>
        </w:rPr>
        <w:t>ва в сім’ї</w:t>
      </w:r>
    </w:p>
    <w:p w:rsidR="00280C69" w:rsidRPr="00B92F28" w:rsidRDefault="00280C69" w:rsidP="004A2F8C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9889" w:type="dxa"/>
        <w:tblInd w:w="-106" w:type="dxa"/>
        <w:tblLook w:val="00A0"/>
      </w:tblPr>
      <w:tblGrid>
        <w:gridCol w:w="3936"/>
        <w:gridCol w:w="5811"/>
        <w:gridCol w:w="142"/>
      </w:tblGrid>
      <w:tr w:rsidR="00280C69" w:rsidRPr="00750916">
        <w:trPr>
          <w:trHeight w:val="531"/>
        </w:trPr>
        <w:tc>
          <w:tcPr>
            <w:tcW w:w="9889" w:type="dxa"/>
            <w:gridSpan w:val="3"/>
          </w:tcPr>
          <w:p w:rsidR="00280C69" w:rsidRPr="00750916" w:rsidRDefault="00280C69" w:rsidP="00750916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916">
              <w:rPr>
                <w:rFonts w:ascii="Times New Roman" w:hAnsi="Times New Roman" w:cs="Times New Roman"/>
                <w:sz w:val="28"/>
                <w:szCs w:val="28"/>
              </w:rPr>
              <w:t>Голова ради</w:t>
            </w:r>
          </w:p>
          <w:p w:rsidR="00280C69" w:rsidRPr="00750916" w:rsidRDefault="00280C69" w:rsidP="00397D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C69" w:rsidRPr="00750916">
        <w:trPr>
          <w:gridAfter w:val="1"/>
          <w:wAfter w:w="142" w:type="dxa"/>
        </w:trPr>
        <w:tc>
          <w:tcPr>
            <w:tcW w:w="3936" w:type="dxa"/>
          </w:tcPr>
          <w:p w:rsidR="00280C69" w:rsidRPr="00750916" w:rsidRDefault="00280C69" w:rsidP="00750916">
            <w:pPr>
              <w:pStyle w:val="HTMLPreformatted"/>
              <w:tabs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right" w:pos="40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РОМАНЮК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80C69" w:rsidRPr="00750916" w:rsidRDefault="00280C69" w:rsidP="00750916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Сергій Йосипович</w:t>
            </w:r>
            <w:r w:rsidRPr="0075091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  <w:p w:rsidR="00280C69" w:rsidRPr="00750916" w:rsidRDefault="00280C69" w:rsidP="007509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280C69" w:rsidRPr="00397D28" w:rsidRDefault="00280C69" w:rsidP="00397D28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керівник апарату райдерж</w:t>
            </w:r>
            <w:r w:rsidRPr="00397D28">
              <w:rPr>
                <w:rFonts w:ascii="Times New Roman" w:hAnsi="Times New Roman" w:cs="Times New Roman"/>
                <w:sz w:val="28"/>
                <w:szCs w:val="28"/>
              </w:rPr>
              <w:t>адміністрації</w:t>
            </w:r>
          </w:p>
        </w:tc>
      </w:tr>
      <w:tr w:rsidR="00280C69" w:rsidRPr="00750916">
        <w:tc>
          <w:tcPr>
            <w:tcW w:w="9889" w:type="dxa"/>
            <w:gridSpan w:val="3"/>
          </w:tcPr>
          <w:p w:rsidR="00280C69" w:rsidRPr="00750916" w:rsidRDefault="00280C69" w:rsidP="00750916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916">
              <w:rPr>
                <w:rFonts w:ascii="Times New Roman" w:hAnsi="Times New Roman" w:cs="Times New Roman"/>
                <w:sz w:val="28"/>
                <w:szCs w:val="28"/>
              </w:rPr>
              <w:t>заступник голови ради</w:t>
            </w:r>
          </w:p>
          <w:p w:rsidR="00280C69" w:rsidRPr="00750916" w:rsidRDefault="00280C69" w:rsidP="00750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C69" w:rsidRPr="00750916">
        <w:tc>
          <w:tcPr>
            <w:tcW w:w="3936" w:type="dxa"/>
          </w:tcPr>
          <w:p w:rsidR="00280C69" w:rsidRPr="00750916" w:rsidRDefault="00280C69" w:rsidP="00750916">
            <w:pPr>
              <w:tabs>
                <w:tab w:val="num" w:pos="0"/>
                <w:tab w:val="left" w:pos="916"/>
                <w:tab w:val="right" w:pos="400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916">
              <w:rPr>
                <w:rFonts w:ascii="Times New Roman" w:hAnsi="Times New Roman" w:cs="Times New Roman"/>
                <w:sz w:val="28"/>
                <w:szCs w:val="28"/>
              </w:rPr>
              <w:t xml:space="preserve">ГОЛЮК </w:t>
            </w:r>
            <w:r w:rsidRPr="00750916"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</w:p>
          <w:p w:rsidR="00280C69" w:rsidRPr="00750916" w:rsidRDefault="00280C69" w:rsidP="00750916">
            <w:pPr>
              <w:tabs>
                <w:tab w:val="num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916">
              <w:rPr>
                <w:rFonts w:ascii="Times New Roman" w:hAnsi="Times New Roman" w:cs="Times New Roman"/>
                <w:sz w:val="28"/>
                <w:szCs w:val="28"/>
              </w:rPr>
              <w:t xml:space="preserve">Наталія Орестівна                 </w:t>
            </w:r>
          </w:p>
          <w:p w:rsidR="00280C69" w:rsidRPr="00750916" w:rsidRDefault="00280C69" w:rsidP="007509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2"/>
          </w:tcPr>
          <w:p w:rsidR="00280C69" w:rsidRPr="00750916" w:rsidRDefault="00280C69" w:rsidP="00750916">
            <w:pPr>
              <w:pStyle w:val="ListParagraph"/>
              <w:numPr>
                <w:ilvl w:val="0"/>
                <w:numId w:val="3"/>
              </w:numPr>
              <w:tabs>
                <w:tab w:val="num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916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управління соціального   </w:t>
            </w:r>
          </w:p>
          <w:p w:rsidR="00280C69" w:rsidRPr="00750916" w:rsidRDefault="00280C69" w:rsidP="00750916">
            <w:pPr>
              <w:tabs>
                <w:tab w:val="num" w:pos="0"/>
                <w:tab w:val="left" w:pos="16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750916">
              <w:rPr>
                <w:rFonts w:ascii="Times New Roman" w:hAnsi="Times New Roman" w:cs="Times New Roman"/>
                <w:sz w:val="28"/>
                <w:szCs w:val="28"/>
              </w:rPr>
              <w:t>захисту населення райдержадміністрації</w:t>
            </w:r>
          </w:p>
          <w:p w:rsidR="00280C69" w:rsidRPr="00750916" w:rsidRDefault="00280C69" w:rsidP="007509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C69" w:rsidRPr="00750916">
        <w:tc>
          <w:tcPr>
            <w:tcW w:w="9889" w:type="dxa"/>
            <w:gridSpan w:val="3"/>
          </w:tcPr>
          <w:p w:rsidR="00280C69" w:rsidRPr="00750916" w:rsidRDefault="00280C69" w:rsidP="00750916">
            <w:pPr>
              <w:tabs>
                <w:tab w:val="num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916">
              <w:rPr>
                <w:rFonts w:ascii="Times New Roman" w:hAnsi="Times New Roman" w:cs="Times New Roman"/>
                <w:sz w:val="28"/>
                <w:szCs w:val="28"/>
              </w:rPr>
              <w:t>члени ради</w:t>
            </w:r>
          </w:p>
          <w:p w:rsidR="00280C69" w:rsidRPr="00750916" w:rsidRDefault="00280C69" w:rsidP="00750916">
            <w:pPr>
              <w:tabs>
                <w:tab w:val="num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9209" w:type="dxa"/>
              <w:tblLook w:val="00A0"/>
            </w:tblPr>
            <w:tblGrid>
              <w:gridCol w:w="3828"/>
              <w:gridCol w:w="5381"/>
            </w:tblGrid>
            <w:tr w:rsidR="00280C69" w:rsidRPr="00750916">
              <w:tc>
                <w:tcPr>
                  <w:tcW w:w="3828" w:type="dxa"/>
                </w:tcPr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003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>БІГУН</w:t>
                  </w: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003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>Оксана Андріївна</w:t>
                  </w: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003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003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>ДАВИДЮК</w:t>
                  </w: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003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>Віктор Степанович</w:t>
                  </w: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003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003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003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>КОТЕЛЮК</w:t>
                  </w: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003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>Світлана Юхимівна</w:t>
                  </w: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003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003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003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003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003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 xml:space="preserve">КУЗЬМИЧ </w:t>
                  </w: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003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>Алла Петрівна</w:t>
                  </w: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003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003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003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>ЛІСНИЧОК</w:t>
                  </w: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003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>Наталія Олександрівна</w:t>
                  </w: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003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395"/>
                    </w:tabs>
                    <w:spacing w:before="0"/>
                    <w:ind w:right="-250"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395"/>
                    </w:tabs>
                    <w:spacing w:before="0"/>
                    <w:ind w:right="-250"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395"/>
                    </w:tabs>
                    <w:spacing w:before="0"/>
                    <w:ind w:right="-250"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>ЛЯШУК</w:t>
                  </w:r>
                </w:p>
                <w:p w:rsidR="00280C69" w:rsidRPr="00397D28" w:rsidRDefault="00280C69" w:rsidP="007509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7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Оксана Дмитрівна</w:t>
                  </w:r>
                </w:p>
                <w:p w:rsidR="00280C69" w:rsidRPr="00397D28" w:rsidRDefault="00280C69" w:rsidP="007509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80C69" w:rsidRPr="00397D28" w:rsidRDefault="00280C69" w:rsidP="007509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80C69" w:rsidRPr="00397D28" w:rsidRDefault="00280C69" w:rsidP="007509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7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ОСІЙЧУК</w:t>
                  </w:r>
                </w:p>
                <w:p w:rsidR="00280C69" w:rsidRPr="00397D28" w:rsidRDefault="00280C69" w:rsidP="007509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7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Наталія Володимирівна</w:t>
                  </w:r>
                </w:p>
                <w:p w:rsidR="00280C69" w:rsidRPr="00397D28" w:rsidRDefault="00280C69" w:rsidP="007509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80C69" w:rsidRPr="00397D28" w:rsidRDefault="00280C69" w:rsidP="007509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80C69" w:rsidRPr="00397D28" w:rsidRDefault="00280C69" w:rsidP="007509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7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РОМАНЮК</w:t>
                  </w:r>
                </w:p>
                <w:p w:rsidR="00280C69" w:rsidRPr="00397D28" w:rsidRDefault="00280C69" w:rsidP="007509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7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Тетяна Степанівна</w:t>
                  </w:r>
                </w:p>
                <w:p w:rsidR="00280C69" w:rsidRPr="00397D28" w:rsidRDefault="00280C69" w:rsidP="007509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80C69" w:rsidRPr="00397D28" w:rsidRDefault="00280C69" w:rsidP="007509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80C69" w:rsidRDefault="00280C69" w:rsidP="007509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80C69" w:rsidRPr="00397D28" w:rsidRDefault="00280C69" w:rsidP="007509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80C69" w:rsidRPr="00397D28" w:rsidRDefault="00280C69" w:rsidP="007509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7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СМОЛЯР </w:t>
                  </w:r>
                </w:p>
                <w:p w:rsidR="00280C69" w:rsidRPr="00397D28" w:rsidRDefault="00280C69" w:rsidP="007509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7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Олександр Анатолійович</w:t>
                  </w:r>
                </w:p>
                <w:p w:rsidR="00280C69" w:rsidRPr="00397D28" w:rsidRDefault="00280C69" w:rsidP="007509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80C69" w:rsidRPr="00397D28" w:rsidRDefault="00280C69" w:rsidP="007509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7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ЄФІМЧУК</w:t>
                  </w:r>
                </w:p>
                <w:p w:rsidR="00280C69" w:rsidRPr="00397D28" w:rsidRDefault="00280C69" w:rsidP="007509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7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Ірина Олексіївна</w:t>
                  </w: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426"/>
                      <w:tab w:val="left" w:pos="1276"/>
                      <w:tab w:val="left" w:pos="1560"/>
                      <w:tab w:val="right" w:pos="4003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81" w:type="dxa"/>
                </w:tcPr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-250"/>
                      <w:tab w:val="left" w:pos="1276"/>
                      <w:tab w:val="left" w:pos="1560"/>
                    </w:tabs>
                    <w:spacing w:before="0"/>
                    <w:ind w:left="33"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>- начальник відділу освіти, молоді та спорту райдержадміністрації</w:t>
                  </w: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-391"/>
                      <w:tab w:val="left" w:pos="426"/>
                      <w:tab w:val="left" w:pos="1276"/>
                      <w:tab w:val="left" w:pos="1560"/>
                    </w:tabs>
                    <w:spacing w:before="0"/>
                    <w:ind w:left="33"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-391"/>
                      <w:tab w:val="left" w:pos="426"/>
                      <w:tab w:val="left" w:pos="1276"/>
                      <w:tab w:val="left" w:pos="1560"/>
                    </w:tabs>
                    <w:spacing w:before="0"/>
                    <w:ind w:left="33"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>- начальник Володимир-Волинського районного відділу управління ДМС у Волинській області (за згодою)</w:t>
                  </w: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-391"/>
                      <w:tab w:val="left" w:pos="426"/>
                      <w:tab w:val="left" w:pos="1276"/>
                      <w:tab w:val="left" w:pos="1560"/>
                    </w:tabs>
                    <w:spacing w:before="0"/>
                    <w:ind w:left="33"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numPr>
                      <w:ilvl w:val="0"/>
                      <w:numId w:val="2"/>
                    </w:numPr>
                    <w:tabs>
                      <w:tab w:val="clear" w:pos="4299"/>
                      <w:tab w:val="left" w:pos="-391"/>
                      <w:tab w:val="left" w:pos="34"/>
                      <w:tab w:val="left" w:pos="176"/>
                    </w:tabs>
                    <w:spacing w:before="0"/>
                    <w:ind w:left="33"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>головний спеціаліст з питань праці відділу фінансово-господарського обліку та соціально-трудових відносин управління соціального захисту населення райдержадміністрації</w:t>
                  </w: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-391"/>
                      <w:tab w:val="left" w:pos="34"/>
                      <w:tab w:val="left" w:pos="176"/>
                    </w:tabs>
                    <w:spacing w:before="0"/>
                    <w:ind w:left="33"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numPr>
                      <w:ilvl w:val="0"/>
                      <w:numId w:val="2"/>
                    </w:numPr>
                    <w:tabs>
                      <w:tab w:val="clear" w:pos="4299"/>
                      <w:tab w:val="left" w:pos="-391"/>
                      <w:tab w:val="left" w:pos="426"/>
                      <w:tab w:val="left" w:pos="1276"/>
                      <w:tab w:val="left" w:pos="1560"/>
                    </w:tabs>
                    <w:spacing w:before="0"/>
                    <w:ind w:left="33"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>заступник начальника управління соціального захисту населення райдержадміністрації</w:t>
                  </w:r>
                </w:p>
                <w:p w:rsidR="00280C69" w:rsidRPr="00397D28" w:rsidRDefault="00280C69" w:rsidP="00750916">
                  <w:pPr>
                    <w:pStyle w:val="ListParagraph"/>
                    <w:spacing w:after="0" w:line="240" w:lineRule="auto"/>
                    <w:ind w:left="3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numPr>
                      <w:ilvl w:val="0"/>
                      <w:numId w:val="2"/>
                    </w:numPr>
                    <w:tabs>
                      <w:tab w:val="clear" w:pos="4299"/>
                      <w:tab w:val="left" w:pos="-391"/>
                      <w:tab w:val="left" w:pos="426"/>
                      <w:tab w:val="left" w:pos="1276"/>
                      <w:tab w:val="left" w:pos="1560"/>
                    </w:tabs>
                    <w:spacing w:before="0"/>
                    <w:ind w:left="33"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>лікар загальної практики сімейної медицини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97D28">
                    <w:rPr>
                      <w:rFonts w:ascii="Times New Roman" w:hAnsi="Times New Roman" w:cs="Times New Roman"/>
                    </w:rPr>
                    <w:t>Володимир-Волинського ЦПМСД</w:t>
                  </w:r>
                </w:p>
                <w:p w:rsidR="00280C69" w:rsidRPr="00397D28" w:rsidRDefault="00280C69" w:rsidP="00750916">
                  <w:pPr>
                    <w:pStyle w:val="ListParagraph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-391"/>
                      <w:tab w:val="left" w:pos="426"/>
                      <w:tab w:val="left" w:pos="1276"/>
                      <w:tab w:val="left" w:pos="1560"/>
                    </w:tabs>
                    <w:spacing w:before="0"/>
                    <w:ind w:left="33"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numPr>
                      <w:ilvl w:val="0"/>
                      <w:numId w:val="2"/>
                    </w:numPr>
                    <w:tabs>
                      <w:tab w:val="clear" w:pos="4299"/>
                      <w:tab w:val="left" w:pos="-391"/>
                      <w:tab w:val="left" w:pos="426"/>
                      <w:tab w:val="left" w:pos="1276"/>
                      <w:tab w:val="left" w:pos="1560"/>
                    </w:tabs>
                    <w:spacing w:before="0"/>
                    <w:ind w:left="33"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 xml:space="preserve"> головний спеціаліст – економіст відділ</w:t>
                  </w: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-391"/>
                      <w:tab w:val="left" w:pos="426"/>
                      <w:tab w:val="left" w:pos="1276"/>
                      <w:tab w:val="left" w:pos="1560"/>
                    </w:tabs>
                    <w:spacing w:before="0"/>
                    <w:ind w:left="33"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>відділу статистики у Володимир-Волинському районі (за згодою)</w:t>
                  </w: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-391"/>
                      <w:tab w:val="left" w:pos="426"/>
                      <w:tab w:val="left" w:pos="1276"/>
                      <w:tab w:val="left" w:pos="1560"/>
                    </w:tabs>
                    <w:spacing w:before="0"/>
                    <w:ind w:left="33"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numPr>
                      <w:ilvl w:val="0"/>
                      <w:numId w:val="2"/>
                    </w:numPr>
                    <w:tabs>
                      <w:tab w:val="clear" w:pos="4299"/>
                      <w:tab w:val="left" w:pos="-391"/>
                      <w:tab w:val="left" w:pos="426"/>
                      <w:tab w:val="left" w:pos="1276"/>
                      <w:tab w:val="left" w:pos="1560"/>
                    </w:tabs>
                    <w:spacing w:before="0"/>
                    <w:ind w:left="33"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>начальник сектору превенції Володимир</w:t>
                  </w:r>
                  <w:r>
                    <w:rPr>
                      <w:rFonts w:ascii="Times New Roman" w:hAnsi="Times New Roman" w:cs="Times New Roman"/>
                    </w:rPr>
                    <w:t>-Волинського відділу поліції ГУН</w:t>
                  </w:r>
                  <w:r w:rsidRPr="00397D28">
                    <w:rPr>
                      <w:rFonts w:ascii="Times New Roman" w:hAnsi="Times New Roman" w:cs="Times New Roman"/>
                    </w:rPr>
                    <w:t>П у Волинській області</w:t>
                  </w:r>
                  <w:bookmarkStart w:id="0" w:name="_GoBack"/>
                  <w:bookmarkEnd w:id="0"/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-391"/>
                      <w:tab w:val="left" w:pos="426"/>
                      <w:tab w:val="left" w:pos="1276"/>
                      <w:tab w:val="left" w:pos="1560"/>
                    </w:tabs>
                    <w:spacing w:before="0"/>
                    <w:ind w:left="33"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numPr>
                      <w:ilvl w:val="0"/>
                      <w:numId w:val="2"/>
                    </w:numPr>
                    <w:tabs>
                      <w:tab w:val="clear" w:pos="4299"/>
                      <w:tab w:val="left" w:pos="-391"/>
                      <w:tab w:val="left" w:pos="426"/>
                      <w:tab w:val="left" w:pos="1276"/>
                      <w:tab w:val="left" w:pos="1560"/>
                    </w:tabs>
                    <w:spacing w:before="0"/>
                    <w:ind w:left="33"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>провідний фахівець із соціальної роботи територіального центру соціального обслуговування (надання соціальних послуг) Володимир-Волинського району</w:t>
                  </w: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-391"/>
                      <w:tab w:val="left" w:pos="426"/>
                      <w:tab w:val="left" w:pos="1276"/>
                      <w:tab w:val="left" w:pos="1560"/>
                    </w:tabs>
                    <w:spacing w:before="0"/>
                    <w:ind w:left="33"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numPr>
                      <w:ilvl w:val="0"/>
                      <w:numId w:val="2"/>
                    </w:numPr>
                    <w:tabs>
                      <w:tab w:val="clear" w:pos="4299"/>
                      <w:tab w:val="left" w:pos="-391"/>
                      <w:tab w:val="left" w:pos="426"/>
                      <w:tab w:val="left" w:pos="1276"/>
                      <w:tab w:val="left" w:pos="1560"/>
                    </w:tabs>
                    <w:spacing w:before="0"/>
                    <w:ind w:left="33"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>начальник служби у справах дітей райдержадміністрації</w:t>
                  </w: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-391"/>
                      <w:tab w:val="left" w:pos="426"/>
                      <w:tab w:val="left" w:pos="1276"/>
                      <w:tab w:val="left" w:pos="1560"/>
                    </w:tabs>
                    <w:spacing w:before="0"/>
                    <w:ind w:left="33"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pStyle w:val="BodyTextIndent3"/>
                    <w:numPr>
                      <w:ilvl w:val="0"/>
                      <w:numId w:val="2"/>
                    </w:numPr>
                    <w:tabs>
                      <w:tab w:val="clear" w:pos="4299"/>
                      <w:tab w:val="left" w:pos="-391"/>
                      <w:tab w:val="left" w:pos="426"/>
                      <w:tab w:val="left" w:pos="1276"/>
                      <w:tab w:val="left" w:pos="1560"/>
                    </w:tabs>
                    <w:spacing w:before="0"/>
                    <w:ind w:left="33" w:firstLine="0"/>
                    <w:rPr>
                      <w:rFonts w:ascii="Times New Roman" w:hAnsi="Times New Roman" w:cs="Times New Roman"/>
                    </w:rPr>
                  </w:pPr>
                  <w:r w:rsidRPr="00397D28">
                    <w:rPr>
                      <w:rFonts w:ascii="Times New Roman" w:hAnsi="Times New Roman" w:cs="Times New Roman"/>
                    </w:rPr>
                    <w:t>заступник начальника відділу активної підготовки безробітних Володимир-Волинської міськрайонної філії Волинського обласного центру зайнятості</w:t>
                  </w:r>
                </w:p>
                <w:p w:rsidR="00280C69" w:rsidRPr="00397D28" w:rsidRDefault="00280C69" w:rsidP="00750916">
                  <w:pPr>
                    <w:pStyle w:val="BodyTextIndent3"/>
                    <w:tabs>
                      <w:tab w:val="clear" w:pos="4299"/>
                      <w:tab w:val="left" w:pos="-391"/>
                      <w:tab w:val="left" w:pos="34"/>
                      <w:tab w:val="left" w:pos="176"/>
                    </w:tabs>
                    <w:spacing w:before="0"/>
                    <w:ind w:firstLine="0"/>
                    <w:rPr>
                      <w:rFonts w:ascii="Times New Roman" w:hAnsi="Times New Roman" w:cs="Times New Roman"/>
                    </w:rPr>
                  </w:pPr>
                </w:p>
                <w:p w:rsidR="00280C69" w:rsidRPr="00397D28" w:rsidRDefault="00280C69" w:rsidP="00750916">
                  <w:pPr>
                    <w:tabs>
                      <w:tab w:val="left" w:pos="-391"/>
                    </w:tabs>
                    <w:spacing w:after="0" w:line="240" w:lineRule="auto"/>
                    <w:ind w:left="-39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80C69" w:rsidRPr="00750916">
              <w:tc>
                <w:tcPr>
                  <w:tcW w:w="3828" w:type="dxa"/>
                </w:tcPr>
                <w:p w:rsidR="00280C69" w:rsidRPr="00750916" w:rsidRDefault="00280C69" w:rsidP="00750916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81" w:type="dxa"/>
                </w:tcPr>
                <w:p w:rsidR="00280C69" w:rsidRPr="00750916" w:rsidRDefault="00280C69" w:rsidP="00750916">
                  <w:pPr>
                    <w:pStyle w:val="BodyTextIndent3"/>
                    <w:tabs>
                      <w:tab w:val="clear" w:pos="4299"/>
                      <w:tab w:val="left" w:pos="-391"/>
                      <w:tab w:val="left" w:pos="426"/>
                      <w:tab w:val="left" w:pos="1276"/>
                      <w:tab w:val="left" w:pos="1560"/>
                    </w:tabs>
                    <w:spacing w:before="0"/>
                    <w:ind w:left="-391" w:firstLine="0"/>
                  </w:pPr>
                </w:p>
                <w:p w:rsidR="00280C69" w:rsidRPr="00750916" w:rsidRDefault="00280C69" w:rsidP="00750916">
                  <w:pPr>
                    <w:pStyle w:val="BodyTextIndent3"/>
                    <w:tabs>
                      <w:tab w:val="clear" w:pos="4299"/>
                      <w:tab w:val="left" w:pos="-391"/>
                      <w:tab w:val="left" w:pos="426"/>
                      <w:tab w:val="left" w:pos="1276"/>
                      <w:tab w:val="left" w:pos="1560"/>
                    </w:tabs>
                    <w:spacing w:before="0"/>
                    <w:ind w:left="-391" w:firstLine="0"/>
                  </w:pPr>
                </w:p>
                <w:p w:rsidR="00280C69" w:rsidRPr="00750916" w:rsidRDefault="00280C69" w:rsidP="00750916">
                  <w:pPr>
                    <w:pStyle w:val="BodyTextIndent3"/>
                    <w:tabs>
                      <w:tab w:val="clear" w:pos="4299"/>
                      <w:tab w:val="left" w:pos="-391"/>
                      <w:tab w:val="left" w:pos="426"/>
                      <w:tab w:val="left" w:pos="1276"/>
                      <w:tab w:val="left" w:pos="1560"/>
                    </w:tabs>
                    <w:spacing w:before="0"/>
                    <w:ind w:left="-391" w:firstLine="0"/>
                    <w:rPr>
                      <w:color w:val="FF0000"/>
                    </w:rPr>
                  </w:pPr>
                </w:p>
              </w:tc>
            </w:tr>
          </w:tbl>
          <w:p w:rsidR="00280C69" w:rsidRPr="00750916" w:rsidRDefault="00280C69" w:rsidP="00750916">
            <w:pPr>
              <w:tabs>
                <w:tab w:val="num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C69" w:rsidRPr="00FE38AA" w:rsidRDefault="00280C69"/>
    <w:sectPr w:rsidR="00280C69" w:rsidRPr="00FE38AA" w:rsidSect="00595B0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C69" w:rsidRDefault="00280C69" w:rsidP="00F52D22">
      <w:pPr>
        <w:spacing w:after="0" w:line="240" w:lineRule="auto"/>
      </w:pPr>
      <w:r>
        <w:separator/>
      </w:r>
    </w:p>
  </w:endnote>
  <w:endnote w:type="continuationSeparator" w:id="0">
    <w:p w:rsidR="00280C69" w:rsidRDefault="00280C69" w:rsidP="00F52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C69" w:rsidRDefault="00280C69" w:rsidP="00F52D22">
      <w:pPr>
        <w:spacing w:after="0" w:line="240" w:lineRule="auto"/>
      </w:pPr>
      <w:r>
        <w:separator/>
      </w:r>
    </w:p>
  </w:footnote>
  <w:footnote w:type="continuationSeparator" w:id="0">
    <w:p w:rsidR="00280C69" w:rsidRDefault="00280C69" w:rsidP="00F52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C69" w:rsidRDefault="00280C69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280C69" w:rsidRDefault="00280C69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 w:rsidRPr="000700C4">
      <w:rPr>
        <w:rFonts w:ascii="Times New Roman" w:hAnsi="Times New Roman" w:cs="Times New Roman"/>
        <w:sz w:val="24"/>
        <w:szCs w:val="24"/>
      </w:rPr>
      <w:t xml:space="preserve">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</w:t>
    </w:r>
    <w:r w:rsidRPr="000700C4">
      <w:rPr>
        <w:rFonts w:ascii="Times New Roman" w:hAnsi="Times New Roman" w:cs="Times New Roman"/>
        <w:sz w:val="24"/>
        <w:szCs w:val="24"/>
      </w:rPr>
      <w:t xml:space="preserve"> Продовження складу</w:t>
    </w:r>
  </w:p>
  <w:p w:rsidR="00280C69" w:rsidRDefault="00280C69">
    <w:pPr>
      <w:pStyle w:val="Header"/>
      <w:rPr>
        <w:rFonts w:ascii="Times New Roman" w:hAnsi="Times New Roman" w:cs="Times New Roman"/>
        <w:sz w:val="24"/>
        <w:szCs w:val="24"/>
      </w:rPr>
    </w:pPr>
  </w:p>
  <w:p w:rsidR="00280C69" w:rsidRPr="000700C4" w:rsidRDefault="00280C69">
    <w:pPr>
      <w:pStyle w:val="Header"/>
      <w:rPr>
        <w:rFonts w:ascii="Times New Roman" w:hAnsi="Times New Roman" w:cs="Times New Roman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60B6B"/>
    <w:multiLevelType w:val="hybridMultilevel"/>
    <w:tmpl w:val="35D0CDD6"/>
    <w:lvl w:ilvl="0" w:tplc="236081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E07A45"/>
    <w:multiLevelType w:val="hybridMultilevel"/>
    <w:tmpl w:val="FFFACDA2"/>
    <w:lvl w:ilvl="0" w:tplc="626EA5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E175A5"/>
    <w:multiLevelType w:val="hybridMultilevel"/>
    <w:tmpl w:val="2B64EBDC"/>
    <w:lvl w:ilvl="0" w:tplc="DD74243A"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56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416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76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8AA"/>
    <w:rsid w:val="00027D14"/>
    <w:rsid w:val="000700C4"/>
    <w:rsid w:val="000B3E21"/>
    <w:rsid w:val="000D2D1A"/>
    <w:rsid w:val="001242CA"/>
    <w:rsid w:val="001821B0"/>
    <w:rsid w:val="001873E4"/>
    <w:rsid w:val="001C35D2"/>
    <w:rsid w:val="001D30E0"/>
    <w:rsid w:val="001E7458"/>
    <w:rsid w:val="001F4F3A"/>
    <w:rsid w:val="002012A9"/>
    <w:rsid w:val="0021696F"/>
    <w:rsid w:val="002321C0"/>
    <w:rsid w:val="00260872"/>
    <w:rsid w:val="00274A2D"/>
    <w:rsid w:val="00280C69"/>
    <w:rsid w:val="002A4D5C"/>
    <w:rsid w:val="002C32FE"/>
    <w:rsid w:val="002E62E8"/>
    <w:rsid w:val="00330F3D"/>
    <w:rsid w:val="00376101"/>
    <w:rsid w:val="00377E3D"/>
    <w:rsid w:val="00397D28"/>
    <w:rsid w:val="003C3478"/>
    <w:rsid w:val="003D69C4"/>
    <w:rsid w:val="003E5F6E"/>
    <w:rsid w:val="003F0B8C"/>
    <w:rsid w:val="003F34B1"/>
    <w:rsid w:val="00406112"/>
    <w:rsid w:val="00415C42"/>
    <w:rsid w:val="00420439"/>
    <w:rsid w:val="00476002"/>
    <w:rsid w:val="00482745"/>
    <w:rsid w:val="00496E2A"/>
    <w:rsid w:val="004A2F8C"/>
    <w:rsid w:val="004B0488"/>
    <w:rsid w:val="004B349D"/>
    <w:rsid w:val="004D7925"/>
    <w:rsid w:val="004F7440"/>
    <w:rsid w:val="005366D0"/>
    <w:rsid w:val="00567E26"/>
    <w:rsid w:val="005933D6"/>
    <w:rsid w:val="00595B01"/>
    <w:rsid w:val="005C315B"/>
    <w:rsid w:val="005D2D26"/>
    <w:rsid w:val="005E34F1"/>
    <w:rsid w:val="00666231"/>
    <w:rsid w:val="006A3971"/>
    <w:rsid w:val="006C3E00"/>
    <w:rsid w:val="006E23A3"/>
    <w:rsid w:val="007409F7"/>
    <w:rsid w:val="00750916"/>
    <w:rsid w:val="007A7262"/>
    <w:rsid w:val="007B5E5F"/>
    <w:rsid w:val="00830BF2"/>
    <w:rsid w:val="0083328C"/>
    <w:rsid w:val="008511F8"/>
    <w:rsid w:val="00854DB9"/>
    <w:rsid w:val="008572A8"/>
    <w:rsid w:val="00880243"/>
    <w:rsid w:val="0088581B"/>
    <w:rsid w:val="008A59A6"/>
    <w:rsid w:val="008B1947"/>
    <w:rsid w:val="008E49A2"/>
    <w:rsid w:val="009210B5"/>
    <w:rsid w:val="00987ABA"/>
    <w:rsid w:val="009B7D6A"/>
    <w:rsid w:val="009F62AE"/>
    <w:rsid w:val="00A86043"/>
    <w:rsid w:val="00AC1503"/>
    <w:rsid w:val="00B434F8"/>
    <w:rsid w:val="00B52EC7"/>
    <w:rsid w:val="00B92F28"/>
    <w:rsid w:val="00B94338"/>
    <w:rsid w:val="00C1561C"/>
    <w:rsid w:val="00C31FA5"/>
    <w:rsid w:val="00C40189"/>
    <w:rsid w:val="00C92133"/>
    <w:rsid w:val="00CF24A4"/>
    <w:rsid w:val="00D14F74"/>
    <w:rsid w:val="00D47EED"/>
    <w:rsid w:val="00DD31A1"/>
    <w:rsid w:val="00DE371D"/>
    <w:rsid w:val="00DF5840"/>
    <w:rsid w:val="00E03771"/>
    <w:rsid w:val="00E04E56"/>
    <w:rsid w:val="00E2124A"/>
    <w:rsid w:val="00EA565E"/>
    <w:rsid w:val="00EC4BEA"/>
    <w:rsid w:val="00EF47A8"/>
    <w:rsid w:val="00F52D22"/>
    <w:rsid w:val="00FE38AA"/>
    <w:rsid w:val="00FF5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28C"/>
    <w:pPr>
      <w:spacing w:after="200" w:line="276" w:lineRule="auto"/>
    </w:pPr>
    <w:rPr>
      <w:rFonts w:cs="Calibri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rsid w:val="00FE38AA"/>
    <w:pPr>
      <w:widowControl w:val="0"/>
      <w:shd w:val="clear" w:color="auto" w:fill="FFFFFF"/>
      <w:tabs>
        <w:tab w:val="left" w:pos="4299"/>
      </w:tabs>
      <w:autoSpaceDE w:val="0"/>
      <w:autoSpaceDN w:val="0"/>
      <w:adjustRightInd w:val="0"/>
      <w:spacing w:before="473" w:after="0" w:line="240" w:lineRule="auto"/>
      <w:ind w:firstLine="709"/>
      <w:jc w:val="both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E38AA"/>
    <w:rPr>
      <w:rFonts w:ascii="Times New Roman" w:hAnsi="Times New Roman" w:cs="Times New Roman"/>
      <w:sz w:val="20"/>
      <w:szCs w:val="20"/>
      <w:shd w:val="clear" w:color="auto" w:fill="FFFFFF"/>
      <w:lang w:val="uk-UA"/>
    </w:rPr>
  </w:style>
  <w:style w:type="table" w:styleId="TableGrid">
    <w:name w:val="Table Grid"/>
    <w:basedOn w:val="TableNormal"/>
    <w:uiPriority w:val="99"/>
    <w:rsid w:val="00FE38AA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987A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87ABA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496E2A"/>
    <w:pPr>
      <w:ind w:left="720"/>
    </w:pPr>
  </w:style>
  <w:style w:type="paragraph" w:styleId="Header">
    <w:name w:val="header"/>
    <w:basedOn w:val="Normal"/>
    <w:link w:val="HeaderChar"/>
    <w:uiPriority w:val="99"/>
    <w:rsid w:val="00F5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52D2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5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52D2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125</TotalTime>
  <Pages>2</Pages>
  <Words>304</Words>
  <Characters>1733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Mirek</cp:lastModifiedBy>
  <cp:revision>18</cp:revision>
  <cp:lastPrinted>2018-12-03T10:27:00Z</cp:lastPrinted>
  <dcterms:created xsi:type="dcterms:W3CDTF">2018-11-27T10:42:00Z</dcterms:created>
  <dcterms:modified xsi:type="dcterms:W3CDTF">2018-12-06T08:23:00Z</dcterms:modified>
</cp:coreProperties>
</file>