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4F" w:rsidRDefault="00226A4F" w:rsidP="00424822">
      <w:pPr>
        <w:ind w:right="-143"/>
        <w:jc w:val="center"/>
        <w:rPr>
          <w:snapToGrid w:val="0"/>
          <w:spacing w:val="8"/>
          <w:lang w:val="uk-UA"/>
        </w:rPr>
      </w:pPr>
      <w:r w:rsidRPr="005405B6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226A4F" w:rsidRDefault="00226A4F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226A4F" w:rsidRDefault="00226A4F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226A4F" w:rsidRDefault="00226A4F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226A4F" w:rsidRDefault="00226A4F" w:rsidP="00424822">
      <w:pPr>
        <w:rPr>
          <w:sz w:val="28"/>
          <w:szCs w:val="28"/>
        </w:rPr>
      </w:pPr>
    </w:p>
    <w:p w:rsidR="00226A4F" w:rsidRDefault="00226A4F" w:rsidP="00424822">
      <w:pPr>
        <w:pStyle w:val="Heading2"/>
      </w:pPr>
      <w:r>
        <w:t>РОЗПОРЯДЖЕННЯ</w:t>
      </w:r>
    </w:p>
    <w:p w:rsidR="00226A4F" w:rsidRPr="00E179BF" w:rsidRDefault="00226A4F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226A4F" w:rsidRPr="00CA166D" w:rsidRDefault="00226A4F" w:rsidP="00E179BF">
      <w:pPr>
        <w:tabs>
          <w:tab w:val="left" w:pos="720"/>
        </w:tabs>
        <w:rPr>
          <w:sz w:val="28"/>
          <w:szCs w:val="28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 </w:t>
      </w:r>
      <w:r w:rsidRPr="00E179BF">
        <w:rPr>
          <w:sz w:val="28"/>
          <w:szCs w:val="28"/>
          <w:lang w:val="uk-UA"/>
        </w:rPr>
        <w:t xml:space="preserve"> </w:t>
      </w:r>
      <w:r w:rsidRPr="00CA166D">
        <w:rPr>
          <w:sz w:val="28"/>
          <w:szCs w:val="28"/>
        </w:rPr>
        <w:t>19</w:t>
      </w:r>
      <w:r w:rsidRPr="00E179B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липня</w:t>
      </w:r>
      <w:r w:rsidRPr="00E179BF">
        <w:rPr>
          <w:sz w:val="28"/>
          <w:szCs w:val="28"/>
          <w:lang w:val="uk-UA"/>
        </w:rPr>
        <w:t xml:space="preserve"> 2017 року          м. Володимир-Волинський                         </w:t>
      </w:r>
      <w:r>
        <w:rPr>
          <w:sz w:val="28"/>
          <w:szCs w:val="28"/>
          <w:lang w:val="uk-UA"/>
        </w:rPr>
        <w:t xml:space="preserve">     № </w:t>
      </w:r>
      <w:r w:rsidRPr="00CA166D">
        <w:rPr>
          <w:sz w:val="28"/>
          <w:szCs w:val="28"/>
        </w:rPr>
        <w:t>258</w:t>
      </w:r>
    </w:p>
    <w:p w:rsidR="00226A4F" w:rsidRPr="00E179BF" w:rsidRDefault="00226A4F" w:rsidP="00424822">
      <w:pPr>
        <w:jc w:val="center"/>
        <w:rPr>
          <w:sz w:val="28"/>
          <w:szCs w:val="28"/>
          <w:lang w:val="uk-UA"/>
        </w:rPr>
      </w:pPr>
    </w:p>
    <w:p w:rsidR="00226A4F" w:rsidRPr="00E179BF" w:rsidRDefault="00226A4F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E179BF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226A4F" w:rsidRPr="00E179BF" w:rsidRDefault="00226A4F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226A4F" w:rsidRPr="0090013B" w:rsidRDefault="00226A4F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>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>ри райдержадміністрації від 19.07.2017 № 15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226A4F" w:rsidRPr="0090013B" w:rsidRDefault="00226A4F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226A4F" w:rsidRPr="0090013B" w:rsidRDefault="00226A4F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Тищук Галині Іванівні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Хмелів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</w:t>
      </w:r>
      <w:r w:rsidRPr="00700A43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(дві тисячі</w:t>
      </w:r>
      <w:r w:rsidRPr="0090013B">
        <w:rPr>
          <w:sz w:val="28"/>
          <w:szCs w:val="28"/>
          <w:lang w:val="uk-UA"/>
        </w:rPr>
        <w:t>) гривень;</w:t>
      </w:r>
    </w:p>
    <w:p w:rsidR="00226A4F" w:rsidRPr="0090013B" w:rsidRDefault="00226A4F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Добушу Юрію Вікторовичу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Новосілки</w:t>
      </w:r>
      <w:r w:rsidRPr="0090013B">
        <w:rPr>
          <w:sz w:val="28"/>
          <w:szCs w:val="28"/>
          <w:lang w:val="uk-UA"/>
        </w:rPr>
        <w:t xml:space="preserve"> – </w:t>
      </w:r>
      <w:r w:rsidRPr="00700A4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0</w:t>
      </w:r>
      <w:r w:rsidRPr="00700A43">
        <w:rPr>
          <w:sz w:val="28"/>
          <w:szCs w:val="28"/>
          <w:lang w:val="uk-UA"/>
        </w:rPr>
        <w:t>0</w:t>
      </w:r>
      <w:r w:rsidRPr="0090013B">
        <w:rPr>
          <w:sz w:val="28"/>
          <w:szCs w:val="28"/>
          <w:lang w:val="uk-UA"/>
        </w:rPr>
        <w:t xml:space="preserve">,00 </w:t>
      </w:r>
      <w:r>
        <w:rPr>
          <w:sz w:val="28"/>
          <w:szCs w:val="28"/>
          <w:lang w:val="uk-UA"/>
        </w:rPr>
        <w:t>(дві тисячі</w:t>
      </w:r>
      <w:r w:rsidRPr="0090013B">
        <w:rPr>
          <w:sz w:val="28"/>
          <w:szCs w:val="28"/>
          <w:lang w:val="uk-UA"/>
        </w:rPr>
        <w:t>) гривень;</w:t>
      </w:r>
    </w:p>
    <w:p w:rsidR="00226A4F" w:rsidRPr="00700A43" w:rsidRDefault="00226A4F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Сусваль Любові Василівні, с.Сусваль – 1000,00 (одна тисяча</w:t>
      </w:r>
      <w:r w:rsidRPr="0090013B">
        <w:rPr>
          <w:sz w:val="28"/>
          <w:szCs w:val="28"/>
          <w:lang w:val="uk-UA"/>
        </w:rPr>
        <w:t>) гривень;</w:t>
      </w:r>
    </w:p>
    <w:p w:rsidR="00226A4F" w:rsidRPr="0090013B" w:rsidRDefault="00226A4F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Місіруку Михайлу Васильовичу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Хобултова – 5000,00 (п’ять тисяч</w:t>
      </w:r>
      <w:r w:rsidRPr="0090013B">
        <w:rPr>
          <w:sz w:val="28"/>
          <w:szCs w:val="28"/>
          <w:lang w:val="uk-UA"/>
        </w:rPr>
        <w:t>) гривень;</w:t>
      </w:r>
    </w:p>
    <w:p w:rsidR="00226A4F" w:rsidRPr="0090013B" w:rsidRDefault="00226A4F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Шкрамко Олені Миколаївні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Галинівка – 2000,00 (дві тисячі</w:t>
      </w:r>
      <w:r w:rsidRPr="0090013B">
        <w:rPr>
          <w:sz w:val="28"/>
          <w:szCs w:val="28"/>
          <w:lang w:val="uk-UA"/>
        </w:rPr>
        <w:t>) гривень.</w:t>
      </w:r>
    </w:p>
    <w:p w:rsidR="00226A4F" w:rsidRPr="0090013B" w:rsidRDefault="00226A4F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90013B">
        <w:rPr>
          <w:sz w:val="28"/>
          <w:szCs w:val="28"/>
          <w:lang w:val="uk-UA"/>
        </w:rPr>
        <w:t>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226A4F" w:rsidRPr="0090013B" w:rsidRDefault="00226A4F" w:rsidP="00424822">
      <w:pPr>
        <w:ind w:right="78"/>
        <w:jc w:val="both"/>
        <w:rPr>
          <w:sz w:val="28"/>
          <w:szCs w:val="28"/>
          <w:lang w:val="uk-UA"/>
        </w:rPr>
      </w:pPr>
    </w:p>
    <w:p w:rsidR="00226A4F" w:rsidRDefault="00226A4F" w:rsidP="00424822">
      <w:pPr>
        <w:ind w:right="78"/>
        <w:jc w:val="both"/>
        <w:rPr>
          <w:sz w:val="28"/>
          <w:szCs w:val="28"/>
          <w:lang w:val="uk-UA"/>
        </w:rPr>
      </w:pPr>
    </w:p>
    <w:p w:rsidR="00226A4F" w:rsidRPr="001F5486" w:rsidRDefault="00226A4F" w:rsidP="00424822">
      <w:pPr>
        <w:ind w:right="78"/>
        <w:jc w:val="both"/>
        <w:rPr>
          <w:sz w:val="28"/>
          <w:szCs w:val="28"/>
          <w:lang w:val="uk-UA"/>
        </w:rPr>
      </w:pPr>
    </w:p>
    <w:p w:rsidR="00226A4F" w:rsidRPr="001F5486" w:rsidRDefault="00226A4F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CA166D">
        <w:rPr>
          <w:sz w:val="28"/>
          <w:szCs w:val="28"/>
        </w:rPr>
        <w:t xml:space="preserve"> </w:t>
      </w:r>
      <w:bookmarkStart w:id="0" w:name="_GoBack"/>
      <w:bookmarkEnd w:id="0"/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226A4F" w:rsidRPr="001F5486" w:rsidRDefault="00226A4F" w:rsidP="00424822">
      <w:pPr>
        <w:ind w:right="78"/>
        <w:jc w:val="both"/>
        <w:rPr>
          <w:b/>
          <w:bCs/>
          <w:sz w:val="28"/>
          <w:szCs w:val="28"/>
        </w:rPr>
      </w:pPr>
    </w:p>
    <w:p w:rsidR="00226A4F" w:rsidRDefault="00226A4F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226A4F" w:rsidRPr="00E179BF" w:rsidRDefault="00226A4F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226A4F" w:rsidRPr="001F5486" w:rsidRDefault="00226A4F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 23</w:t>
      </w:r>
      <w:r w:rsidRPr="001F5486">
        <w:rPr>
          <w:sz w:val="28"/>
          <w:szCs w:val="28"/>
        </w:rPr>
        <w:t> </w:t>
      </w:r>
      <w:r w:rsidRPr="001F5486">
        <w:rPr>
          <w:sz w:val="28"/>
          <w:szCs w:val="28"/>
          <w:lang w:val="uk-UA"/>
        </w:rPr>
        <w:t>394</w:t>
      </w:r>
    </w:p>
    <w:sectPr w:rsidR="00226A4F" w:rsidRPr="001F5486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A4F" w:rsidRDefault="00226A4F" w:rsidP="00424822">
      <w:r>
        <w:separator/>
      </w:r>
    </w:p>
  </w:endnote>
  <w:endnote w:type="continuationSeparator" w:id="0">
    <w:p w:rsidR="00226A4F" w:rsidRDefault="00226A4F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A4F" w:rsidRDefault="00226A4F" w:rsidP="00424822">
      <w:r>
        <w:separator/>
      </w:r>
    </w:p>
  </w:footnote>
  <w:footnote w:type="continuationSeparator" w:id="0">
    <w:p w:rsidR="00226A4F" w:rsidRDefault="00226A4F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B4D7F"/>
    <w:rsid w:val="000E4F6F"/>
    <w:rsid w:val="00123FE7"/>
    <w:rsid w:val="00124EBE"/>
    <w:rsid w:val="00134757"/>
    <w:rsid w:val="00174976"/>
    <w:rsid w:val="001F5486"/>
    <w:rsid w:val="00226A4F"/>
    <w:rsid w:val="00290AED"/>
    <w:rsid w:val="003452AA"/>
    <w:rsid w:val="00364A6D"/>
    <w:rsid w:val="0038288D"/>
    <w:rsid w:val="00424822"/>
    <w:rsid w:val="00437A1A"/>
    <w:rsid w:val="00484ACF"/>
    <w:rsid w:val="004D3DC8"/>
    <w:rsid w:val="004D72E1"/>
    <w:rsid w:val="005405B6"/>
    <w:rsid w:val="00540FE0"/>
    <w:rsid w:val="005A3456"/>
    <w:rsid w:val="005D2995"/>
    <w:rsid w:val="005E17F2"/>
    <w:rsid w:val="005E5DF7"/>
    <w:rsid w:val="00620276"/>
    <w:rsid w:val="00671463"/>
    <w:rsid w:val="0067298C"/>
    <w:rsid w:val="006F470E"/>
    <w:rsid w:val="00700A43"/>
    <w:rsid w:val="0072097F"/>
    <w:rsid w:val="0078765C"/>
    <w:rsid w:val="007D4FEF"/>
    <w:rsid w:val="007F01C2"/>
    <w:rsid w:val="00864608"/>
    <w:rsid w:val="0087379F"/>
    <w:rsid w:val="00877BE5"/>
    <w:rsid w:val="00896947"/>
    <w:rsid w:val="008C5D86"/>
    <w:rsid w:val="008E1AC9"/>
    <w:rsid w:val="0090013B"/>
    <w:rsid w:val="00917020"/>
    <w:rsid w:val="009D36C7"/>
    <w:rsid w:val="00B73D7C"/>
    <w:rsid w:val="00B76DA9"/>
    <w:rsid w:val="00B9200B"/>
    <w:rsid w:val="00BA2433"/>
    <w:rsid w:val="00BD05BC"/>
    <w:rsid w:val="00BD68DE"/>
    <w:rsid w:val="00C231FB"/>
    <w:rsid w:val="00C73637"/>
    <w:rsid w:val="00CA166D"/>
    <w:rsid w:val="00CE2D44"/>
    <w:rsid w:val="00D6294F"/>
    <w:rsid w:val="00E179BF"/>
    <w:rsid w:val="00E27736"/>
    <w:rsid w:val="00E27B61"/>
    <w:rsid w:val="00EA0187"/>
    <w:rsid w:val="00EF3FAD"/>
    <w:rsid w:val="00F054FB"/>
    <w:rsid w:val="00F44F5C"/>
    <w:rsid w:val="00F60853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34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242</Words>
  <Characters>1385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13</cp:revision>
  <cp:lastPrinted>2017-07-19T09:36:00Z</cp:lastPrinted>
  <dcterms:created xsi:type="dcterms:W3CDTF">2017-06-06T11:50:00Z</dcterms:created>
  <dcterms:modified xsi:type="dcterms:W3CDTF">2017-07-25T11:32:00Z</dcterms:modified>
</cp:coreProperties>
</file>