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D4" w:rsidRDefault="00871ED4" w:rsidP="00424822">
      <w:pPr>
        <w:ind w:right="-143"/>
        <w:jc w:val="center"/>
        <w:rPr>
          <w:snapToGrid w:val="0"/>
          <w:spacing w:val="8"/>
          <w:lang w:val="uk-UA"/>
        </w:rPr>
      </w:pPr>
      <w:r w:rsidRPr="007410EB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7" o:title=""/>
          </v:shape>
        </w:pict>
      </w:r>
    </w:p>
    <w:p w:rsidR="00871ED4" w:rsidRDefault="00871ED4" w:rsidP="00424822">
      <w:pPr>
        <w:pStyle w:val="Heading1"/>
        <w:ind w:right="-143"/>
        <w:rPr>
          <w:spacing w:val="8"/>
          <w:sz w:val="16"/>
          <w:szCs w:val="16"/>
          <w:lang w:val="en-US"/>
        </w:rPr>
      </w:pPr>
    </w:p>
    <w:p w:rsidR="00871ED4" w:rsidRDefault="00871ED4" w:rsidP="00123FE7">
      <w:pPr>
        <w:pStyle w:val="Heading1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</w:t>
      </w:r>
      <w:r w:rsidRPr="006202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АДМІНІСТРАЦІЯ</w:t>
      </w:r>
    </w:p>
    <w:p w:rsidR="00871ED4" w:rsidRDefault="00871ED4" w:rsidP="00123FE7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871ED4" w:rsidRDefault="00871ED4" w:rsidP="00424822">
      <w:pPr>
        <w:rPr>
          <w:sz w:val="28"/>
          <w:szCs w:val="28"/>
        </w:rPr>
      </w:pPr>
    </w:p>
    <w:p w:rsidR="00871ED4" w:rsidRDefault="00871ED4" w:rsidP="00424822">
      <w:pPr>
        <w:pStyle w:val="Heading2"/>
      </w:pPr>
      <w:r>
        <w:t>РОЗПОРЯДЖЕННЯ</w:t>
      </w:r>
    </w:p>
    <w:p w:rsidR="00871ED4" w:rsidRPr="00E179BF" w:rsidRDefault="00871ED4" w:rsidP="00424822">
      <w:pPr>
        <w:rPr>
          <w:sz w:val="28"/>
          <w:szCs w:val="28"/>
          <w:lang w:val="uk-UA"/>
        </w:rPr>
      </w:pPr>
      <w:r w:rsidRPr="00E179BF">
        <w:rPr>
          <w:sz w:val="28"/>
          <w:szCs w:val="28"/>
          <w:lang w:val="uk-UA"/>
        </w:rPr>
        <w:t xml:space="preserve">      </w:t>
      </w:r>
    </w:p>
    <w:p w:rsidR="00871ED4" w:rsidRPr="002C4168" w:rsidRDefault="00871ED4" w:rsidP="00E179BF">
      <w:pPr>
        <w:tabs>
          <w:tab w:val="left" w:pos="720"/>
        </w:tabs>
        <w:rPr>
          <w:sz w:val="28"/>
          <w:szCs w:val="28"/>
        </w:rPr>
      </w:pPr>
      <w:r w:rsidRPr="00E179BF">
        <w:rPr>
          <w:sz w:val="28"/>
          <w:szCs w:val="28"/>
          <w:lang w:val="uk-UA"/>
        </w:rPr>
        <w:t xml:space="preserve"> </w:t>
      </w:r>
      <w:r w:rsidRPr="00E179BF">
        <w:rPr>
          <w:sz w:val="28"/>
          <w:szCs w:val="28"/>
        </w:rPr>
        <w:t xml:space="preserve">  </w:t>
      </w:r>
      <w:r w:rsidRPr="00E179BF">
        <w:rPr>
          <w:sz w:val="28"/>
          <w:szCs w:val="28"/>
          <w:lang w:val="uk-UA"/>
        </w:rPr>
        <w:t xml:space="preserve"> </w:t>
      </w:r>
      <w:r w:rsidRPr="002C4168">
        <w:rPr>
          <w:sz w:val="28"/>
          <w:szCs w:val="28"/>
        </w:rPr>
        <w:t>16</w:t>
      </w:r>
      <w:r w:rsidRPr="00E179BF">
        <w:rPr>
          <w:sz w:val="28"/>
          <w:szCs w:val="28"/>
        </w:rPr>
        <w:t xml:space="preserve"> </w:t>
      </w:r>
      <w:r w:rsidRPr="00E179BF">
        <w:rPr>
          <w:sz w:val="28"/>
          <w:szCs w:val="28"/>
          <w:lang w:val="uk-UA"/>
        </w:rPr>
        <w:t xml:space="preserve">червня 2017 року          м. Володимир-Волинський                  </w:t>
      </w:r>
      <w:r>
        <w:rPr>
          <w:sz w:val="28"/>
          <w:szCs w:val="28"/>
          <w:lang w:val="uk-UA"/>
        </w:rPr>
        <w:t xml:space="preserve">          №</w:t>
      </w:r>
      <w:r w:rsidRPr="002C4168">
        <w:rPr>
          <w:sz w:val="28"/>
          <w:szCs w:val="28"/>
        </w:rPr>
        <w:t xml:space="preserve"> 209</w:t>
      </w:r>
    </w:p>
    <w:p w:rsidR="00871ED4" w:rsidRPr="00E179BF" w:rsidRDefault="00871ED4" w:rsidP="00424822">
      <w:pPr>
        <w:jc w:val="center"/>
        <w:rPr>
          <w:sz w:val="28"/>
          <w:szCs w:val="28"/>
          <w:lang w:val="uk-UA"/>
        </w:rPr>
      </w:pPr>
    </w:p>
    <w:p w:rsidR="00871ED4" w:rsidRPr="00E179BF" w:rsidRDefault="00871ED4" w:rsidP="00424822">
      <w:pPr>
        <w:pStyle w:val="Heading3"/>
        <w:ind w:right="78"/>
        <w:rPr>
          <w:b w:val="0"/>
          <w:bCs w:val="0"/>
          <w:sz w:val="28"/>
          <w:szCs w:val="28"/>
        </w:rPr>
      </w:pPr>
      <w:r w:rsidRPr="00E179BF">
        <w:rPr>
          <w:b w:val="0"/>
          <w:bCs w:val="0"/>
          <w:sz w:val="28"/>
          <w:szCs w:val="28"/>
        </w:rPr>
        <w:t xml:space="preserve">Про надання матеріальної допомоги </w:t>
      </w:r>
    </w:p>
    <w:p w:rsidR="00871ED4" w:rsidRPr="00E179BF" w:rsidRDefault="00871ED4" w:rsidP="00424822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ab/>
      </w:r>
    </w:p>
    <w:p w:rsidR="00871ED4" w:rsidRPr="0090013B" w:rsidRDefault="00871ED4" w:rsidP="0081571F">
      <w:pPr>
        <w:tabs>
          <w:tab w:val="left" w:pos="709"/>
        </w:tabs>
        <w:ind w:right="78"/>
        <w:jc w:val="both"/>
        <w:rPr>
          <w:color w:val="000000"/>
          <w:sz w:val="28"/>
          <w:szCs w:val="28"/>
          <w:lang w:val="uk-UA"/>
        </w:rPr>
      </w:pPr>
      <w:r w:rsidRPr="00E179BF">
        <w:rPr>
          <w:color w:val="000000"/>
          <w:sz w:val="28"/>
          <w:szCs w:val="28"/>
          <w:lang w:val="uk-UA"/>
        </w:rPr>
        <w:t xml:space="preserve">          Відповідно </w:t>
      </w:r>
      <w:r w:rsidRPr="0090013B">
        <w:rPr>
          <w:color w:val="000000"/>
          <w:sz w:val="28"/>
          <w:szCs w:val="28"/>
          <w:lang w:val="uk-UA"/>
        </w:rPr>
        <w:t>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90013B">
        <w:rPr>
          <w:color w:val="FFFFFF"/>
          <w:sz w:val="28"/>
          <w:szCs w:val="28"/>
          <w:lang w:val="uk-UA"/>
        </w:rPr>
        <w:t>_</w:t>
      </w:r>
      <w:r w:rsidRPr="0090013B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90013B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90013B">
        <w:rPr>
          <w:color w:val="000000"/>
          <w:sz w:val="28"/>
          <w:szCs w:val="28"/>
          <w:lang w:val="uk-UA"/>
        </w:rPr>
        <w:t>призначення житлових субсидій п</w:t>
      </w:r>
      <w:r>
        <w:rPr>
          <w:color w:val="000000"/>
          <w:sz w:val="28"/>
          <w:szCs w:val="28"/>
          <w:lang w:val="uk-UA"/>
        </w:rPr>
        <w:t xml:space="preserve">ри райдержадміністрації від </w:t>
      </w:r>
      <w:r w:rsidRPr="0099316F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  <w:lang w:val="uk-UA"/>
        </w:rPr>
        <w:t>.06.2017 № 1</w:t>
      </w:r>
      <w:r w:rsidRPr="0099316F">
        <w:rPr>
          <w:color w:val="000000"/>
          <w:sz w:val="28"/>
          <w:szCs w:val="28"/>
        </w:rPr>
        <w:t>2</w:t>
      </w:r>
      <w:r w:rsidRPr="0090013B">
        <w:rPr>
          <w:color w:val="000000"/>
          <w:sz w:val="28"/>
          <w:szCs w:val="28"/>
          <w:lang w:val="uk-UA"/>
        </w:rPr>
        <w:t xml:space="preserve">:  </w:t>
      </w:r>
    </w:p>
    <w:p w:rsidR="00871ED4" w:rsidRPr="0090013B" w:rsidRDefault="00871ED4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0013B">
        <w:rPr>
          <w:sz w:val="28"/>
          <w:szCs w:val="28"/>
          <w:lang w:val="uk-UA"/>
        </w:rPr>
        <w:t>Надати грошову допомогу громадянам, які потрапили в скрутне матеріальне становище</w:t>
      </w:r>
      <w:r w:rsidRPr="0090013B">
        <w:rPr>
          <w:sz w:val="28"/>
          <w:szCs w:val="28"/>
        </w:rPr>
        <w:t>:</w:t>
      </w:r>
    </w:p>
    <w:p w:rsidR="00871ED4" w:rsidRPr="0090013B" w:rsidRDefault="00871ED4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Романюку Святославу Миколайовичу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Хмелівка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1000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одна тисяча</w:t>
      </w:r>
      <w:r w:rsidRPr="0090013B">
        <w:rPr>
          <w:sz w:val="28"/>
          <w:szCs w:val="28"/>
          <w:lang w:val="uk-UA"/>
        </w:rPr>
        <w:t>) гривень;</w:t>
      </w:r>
    </w:p>
    <w:p w:rsidR="00871ED4" w:rsidRPr="0090013B" w:rsidRDefault="00871ED4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Нікончук Софії Антонівні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Хобултова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500,</w:t>
      </w:r>
      <w:r w:rsidRPr="0090013B">
        <w:rPr>
          <w:sz w:val="28"/>
          <w:szCs w:val="28"/>
          <w:lang w:val="uk-UA"/>
        </w:rPr>
        <w:t xml:space="preserve">00 </w:t>
      </w:r>
      <w:r>
        <w:rPr>
          <w:sz w:val="28"/>
          <w:szCs w:val="28"/>
          <w:lang w:val="uk-UA"/>
        </w:rPr>
        <w:t>(</w:t>
      </w:r>
      <w:r w:rsidRPr="0090013B">
        <w:rPr>
          <w:sz w:val="28"/>
          <w:szCs w:val="28"/>
          <w:lang w:val="uk-UA"/>
        </w:rPr>
        <w:t>п’ятсот) гривень;</w:t>
      </w:r>
    </w:p>
    <w:p w:rsidR="00871ED4" w:rsidRPr="0090013B" w:rsidRDefault="00871ED4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Грабовській Валентині Федорівні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Суходоли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500</w:t>
      </w:r>
      <w:r w:rsidRPr="0090013B">
        <w:rPr>
          <w:sz w:val="28"/>
          <w:szCs w:val="28"/>
          <w:lang w:val="uk-UA"/>
        </w:rPr>
        <w:t>,00 (п’ятсот) гривень;</w:t>
      </w:r>
    </w:p>
    <w:p w:rsidR="00871ED4" w:rsidRPr="0090013B" w:rsidRDefault="00871ED4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Кучеру Івану Федоровичу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Федорівка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2000</w:t>
      </w:r>
      <w:r w:rsidRPr="0090013B">
        <w:rPr>
          <w:sz w:val="28"/>
          <w:szCs w:val="28"/>
          <w:lang w:val="uk-UA"/>
        </w:rPr>
        <w:t>,00 (</w:t>
      </w:r>
      <w:r>
        <w:rPr>
          <w:sz w:val="28"/>
          <w:szCs w:val="28"/>
          <w:lang w:val="uk-UA"/>
        </w:rPr>
        <w:t>дві тисячі</w:t>
      </w:r>
      <w:r w:rsidRPr="0090013B">
        <w:rPr>
          <w:sz w:val="28"/>
          <w:szCs w:val="28"/>
          <w:lang w:val="uk-UA"/>
        </w:rPr>
        <w:t>) гривень;</w:t>
      </w:r>
    </w:p>
    <w:p w:rsidR="00871ED4" w:rsidRDefault="00871ED4" w:rsidP="00F44F5C">
      <w:pPr>
        <w:ind w:right="78"/>
        <w:jc w:val="both"/>
        <w:rPr>
          <w:sz w:val="28"/>
          <w:szCs w:val="28"/>
          <w:lang w:val="uk-UA"/>
        </w:rPr>
      </w:pPr>
      <w:r w:rsidRPr="0099316F">
        <w:rPr>
          <w:sz w:val="28"/>
          <w:szCs w:val="28"/>
          <w:lang w:val="uk-UA"/>
        </w:rPr>
        <w:t>-</w:t>
      </w:r>
      <w:r w:rsidRPr="0099316F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Бухвал Світлані Михайлівні</w:t>
      </w:r>
      <w:r w:rsidRPr="0099316F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Суходоли</w:t>
      </w:r>
      <w:r w:rsidRPr="0090013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2000</w:t>
      </w:r>
      <w:r w:rsidRPr="0090013B">
        <w:rPr>
          <w:sz w:val="28"/>
          <w:szCs w:val="28"/>
          <w:lang w:val="uk-UA"/>
        </w:rPr>
        <w:t>,00 (дві тисячі) гривень;</w:t>
      </w:r>
    </w:p>
    <w:p w:rsidR="00871ED4" w:rsidRPr="0090013B" w:rsidRDefault="00871ED4" w:rsidP="00F44F5C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Хорощуку Михайлу Михайловичу, с.Бегета  </w:t>
      </w:r>
      <w:r w:rsidRPr="0090013B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softHyphen/>
        <w:t>500,00 (п’ятсот) гривень;</w:t>
      </w:r>
    </w:p>
    <w:p w:rsidR="00871ED4" w:rsidRPr="000456FF" w:rsidRDefault="00871ED4" w:rsidP="00F44F5C">
      <w:pPr>
        <w:ind w:right="78"/>
        <w:jc w:val="both"/>
        <w:rPr>
          <w:sz w:val="28"/>
          <w:szCs w:val="28"/>
          <w:lang w:val="uk-UA"/>
        </w:rPr>
      </w:pPr>
      <w:r w:rsidRPr="0090013B">
        <w:rPr>
          <w:sz w:val="28"/>
          <w:szCs w:val="28"/>
          <w:lang w:val="uk-UA"/>
        </w:rPr>
        <w:t>-</w:t>
      </w:r>
      <w:r w:rsidRPr="0090013B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Литвинчук Катерині Олександрівні</w:t>
      </w:r>
      <w:r w:rsidRPr="0090013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Нехвороща</w:t>
      </w:r>
      <w:r w:rsidRPr="0090013B">
        <w:rPr>
          <w:sz w:val="28"/>
          <w:szCs w:val="28"/>
          <w:lang w:val="uk-UA"/>
        </w:rPr>
        <w:t xml:space="preserve"> – </w:t>
      </w:r>
      <w:r w:rsidRPr="0081571F">
        <w:rPr>
          <w:sz w:val="28"/>
          <w:szCs w:val="28"/>
        </w:rPr>
        <w:t>2000</w:t>
      </w:r>
      <w:r>
        <w:rPr>
          <w:sz w:val="28"/>
          <w:szCs w:val="28"/>
          <w:lang w:val="uk-UA"/>
        </w:rPr>
        <w:t>,00 (дві тисячі)</w:t>
      </w:r>
      <w:r w:rsidRPr="004F496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гривень.</w:t>
      </w:r>
    </w:p>
    <w:p w:rsidR="00871ED4" w:rsidRPr="0090013B" w:rsidRDefault="00871ED4" w:rsidP="00424822">
      <w:pPr>
        <w:ind w:right="7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90013B">
        <w:rPr>
          <w:sz w:val="28"/>
          <w:szCs w:val="28"/>
          <w:lang w:val="uk-UA"/>
        </w:rPr>
        <w:t> Управлінню соціального захисту населення райдержадміністрації фінансування за</w:t>
      </w:r>
      <w:bookmarkStart w:id="0" w:name="_GoBack"/>
      <w:bookmarkEnd w:id="0"/>
      <w:r w:rsidRPr="0090013B">
        <w:rPr>
          <w:sz w:val="28"/>
          <w:szCs w:val="28"/>
          <w:lang w:val="uk-UA"/>
        </w:rPr>
        <w:t>значених видатків провести за рахунок коштів, передбачених в районному бюджеті на 2017 рік по КПКВ 1513400.</w:t>
      </w:r>
    </w:p>
    <w:p w:rsidR="00871ED4" w:rsidRPr="0090013B" w:rsidRDefault="00871ED4" w:rsidP="00424822">
      <w:pPr>
        <w:ind w:right="78"/>
        <w:jc w:val="both"/>
        <w:rPr>
          <w:sz w:val="28"/>
          <w:szCs w:val="28"/>
          <w:lang w:val="uk-UA"/>
        </w:rPr>
      </w:pPr>
    </w:p>
    <w:p w:rsidR="00871ED4" w:rsidRDefault="00871ED4" w:rsidP="00424822">
      <w:pPr>
        <w:ind w:right="78"/>
        <w:jc w:val="both"/>
        <w:rPr>
          <w:sz w:val="28"/>
          <w:szCs w:val="28"/>
          <w:lang w:val="uk-UA"/>
        </w:rPr>
      </w:pPr>
    </w:p>
    <w:p w:rsidR="00871ED4" w:rsidRPr="001F5486" w:rsidRDefault="00871ED4" w:rsidP="00424822">
      <w:pPr>
        <w:ind w:right="78"/>
        <w:jc w:val="both"/>
        <w:rPr>
          <w:sz w:val="28"/>
          <w:szCs w:val="28"/>
          <w:lang w:val="uk-UA"/>
        </w:rPr>
      </w:pPr>
    </w:p>
    <w:p w:rsidR="00871ED4" w:rsidRPr="001F5486" w:rsidRDefault="00871ED4" w:rsidP="00424822">
      <w:pPr>
        <w:ind w:right="78"/>
        <w:jc w:val="both"/>
        <w:rPr>
          <w:b/>
          <w:bCs/>
          <w:sz w:val="28"/>
          <w:szCs w:val="28"/>
        </w:rPr>
      </w:pPr>
      <w:r w:rsidRPr="001F5486">
        <w:rPr>
          <w:sz w:val="28"/>
          <w:szCs w:val="28"/>
          <w:lang w:val="uk-UA"/>
        </w:rPr>
        <w:t xml:space="preserve">Голова                             </w:t>
      </w:r>
      <w:r w:rsidRPr="001F5486">
        <w:rPr>
          <w:sz w:val="28"/>
          <w:szCs w:val="28"/>
          <w:lang w:val="uk-UA"/>
        </w:rPr>
        <w:tab/>
      </w:r>
      <w:r w:rsidRPr="001F5486">
        <w:rPr>
          <w:sz w:val="28"/>
          <w:szCs w:val="28"/>
          <w:lang w:val="uk-UA"/>
        </w:rPr>
        <w:tab/>
        <w:t xml:space="preserve">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F5486">
        <w:rPr>
          <w:b/>
          <w:bCs/>
          <w:sz w:val="28"/>
          <w:szCs w:val="28"/>
          <w:lang w:val="uk-UA"/>
        </w:rPr>
        <w:t>Н.ВАСИЛЕЦЬ</w:t>
      </w:r>
    </w:p>
    <w:p w:rsidR="00871ED4" w:rsidRPr="001F5486" w:rsidRDefault="00871ED4" w:rsidP="00424822">
      <w:pPr>
        <w:ind w:right="78"/>
        <w:jc w:val="both"/>
        <w:rPr>
          <w:b/>
          <w:bCs/>
          <w:sz w:val="28"/>
          <w:szCs w:val="28"/>
        </w:rPr>
      </w:pPr>
    </w:p>
    <w:p w:rsidR="00871ED4" w:rsidRDefault="00871ED4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871ED4" w:rsidRPr="00E179BF" w:rsidRDefault="00871ED4" w:rsidP="00424822">
      <w:pPr>
        <w:ind w:right="78"/>
        <w:jc w:val="both"/>
        <w:rPr>
          <w:b/>
          <w:bCs/>
          <w:sz w:val="28"/>
          <w:szCs w:val="28"/>
          <w:lang w:val="uk-UA"/>
        </w:rPr>
      </w:pPr>
    </w:p>
    <w:p w:rsidR="00871ED4" w:rsidRPr="001F5486" w:rsidRDefault="00871ED4" w:rsidP="00424822">
      <w:pPr>
        <w:ind w:right="78"/>
        <w:jc w:val="both"/>
        <w:rPr>
          <w:sz w:val="28"/>
          <w:szCs w:val="28"/>
          <w:lang w:val="uk-UA"/>
        </w:rPr>
      </w:pPr>
      <w:r w:rsidRPr="001F5486">
        <w:rPr>
          <w:sz w:val="28"/>
          <w:szCs w:val="28"/>
          <w:lang w:val="uk-UA"/>
        </w:rPr>
        <w:t>Голюк 23</w:t>
      </w:r>
      <w:r w:rsidRPr="001F5486">
        <w:rPr>
          <w:sz w:val="28"/>
          <w:szCs w:val="28"/>
        </w:rPr>
        <w:t> </w:t>
      </w:r>
      <w:r w:rsidRPr="001F5486">
        <w:rPr>
          <w:sz w:val="28"/>
          <w:szCs w:val="28"/>
          <w:lang w:val="uk-UA"/>
        </w:rPr>
        <w:t>394</w:t>
      </w:r>
    </w:p>
    <w:sectPr w:rsidR="00871ED4" w:rsidRPr="001F5486" w:rsidSect="00E179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ED4" w:rsidRDefault="00871ED4" w:rsidP="00424822">
      <w:r>
        <w:separator/>
      </w:r>
    </w:p>
  </w:endnote>
  <w:endnote w:type="continuationSeparator" w:id="0">
    <w:p w:rsidR="00871ED4" w:rsidRDefault="00871ED4" w:rsidP="00424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ED4" w:rsidRDefault="00871ED4" w:rsidP="00424822">
      <w:r>
        <w:separator/>
      </w:r>
    </w:p>
  </w:footnote>
  <w:footnote w:type="continuationSeparator" w:id="0">
    <w:p w:rsidR="00871ED4" w:rsidRDefault="00871ED4" w:rsidP="004248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ACF"/>
    <w:rsid w:val="0001023A"/>
    <w:rsid w:val="00013735"/>
    <w:rsid w:val="000456FF"/>
    <w:rsid w:val="00123FE7"/>
    <w:rsid w:val="00124EBE"/>
    <w:rsid w:val="00134757"/>
    <w:rsid w:val="00174976"/>
    <w:rsid w:val="001F5486"/>
    <w:rsid w:val="00290AED"/>
    <w:rsid w:val="0029533E"/>
    <w:rsid w:val="002C4168"/>
    <w:rsid w:val="003452AA"/>
    <w:rsid w:val="00350216"/>
    <w:rsid w:val="00364A6D"/>
    <w:rsid w:val="00424822"/>
    <w:rsid w:val="00437A1A"/>
    <w:rsid w:val="00482F05"/>
    <w:rsid w:val="00484ACF"/>
    <w:rsid w:val="004972EB"/>
    <w:rsid w:val="004D72E1"/>
    <w:rsid w:val="004F4962"/>
    <w:rsid w:val="00540FE0"/>
    <w:rsid w:val="005A3456"/>
    <w:rsid w:val="005D2995"/>
    <w:rsid w:val="005E17F2"/>
    <w:rsid w:val="005E5DF7"/>
    <w:rsid w:val="00620276"/>
    <w:rsid w:val="0067298C"/>
    <w:rsid w:val="006F470E"/>
    <w:rsid w:val="007410EB"/>
    <w:rsid w:val="0078765C"/>
    <w:rsid w:val="007D4FEF"/>
    <w:rsid w:val="007E7FC7"/>
    <w:rsid w:val="0081571F"/>
    <w:rsid w:val="00864608"/>
    <w:rsid w:val="00871ED4"/>
    <w:rsid w:val="0087379F"/>
    <w:rsid w:val="00877BE5"/>
    <w:rsid w:val="00896947"/>
    <w:rsid w:val="008C5D86"/>
    <w:rsid w:val="008E1AC9"/>
    <w:rsid w:val="0090013B"/>
    <w:rsid w:val="0099316F"/>
    <w:rsid w:val="009D36C7"/>
    <w:rsid w:val="00B22B26"/>
    <w:rsid w:val="00B73D7C"/>
    <w:rsid w:val="00B76DA9"/>
    <w:rsid w:val="00B9200B"/>
    <w:rsid w:val="00BA2433"/>
    <w:rsid w:val="00BA5002"/>
    <w:rsid w:val="00BD05BC"/>
    <w:rsid w:val="00BD68DE"/>
    <w:rsid w:val="00C231FB"/>
    <w:rsid w:val="00C73637"/>
    <w:rsid w:val="00D31DE5"/>
    <w:rsid w:val="00D6294F"/>
    <w:rsid w:val="00DC2FE6"/>
    <w:rsid w:val="00E179BF"/>
    <w:rsid w:val="00E27B61"/>
    <w:rsid w:val="00E450E8"/>
    <w:rsid w:val="00EA0187"/>
    <w:rsid w:val="00EF3FAD"/>
    <w:rsid w:val="00F054FB"/>
    <w:rsid w:val="00F44F5C"/>
    <w:rsid w:val="00F60853"/>
    <w:rsid w:val="00FA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4822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4822"/>
    <w:pPr>
      <w:keepNext/>
      <w:jc w:val="center"/>
      <w:outlineLvl w:val="1"/>
    </w:pPr>
    <w:rPr>
      <w:rFonts w:eastAsia="Calibri"/>
      <w:b/>
      <w:bCs/>
      <w:sz w:val="32"/>
      <w:szCs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4822"/>
    <w:pPr>
      <w:keepNext/>
      <w:jc w:val="center"/>
      <w:outlineLvl w:val="2"/>
    </w:pPr>
    <w:rPr>
      <w:rFonts w:eastAsia="Calibri"/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4822"/>
    <w:pPr>
      <w:keepNext/>
      <w:ind w:left="-561" w:right="565" w:firstLine="561"/>
      <w:jc w:val="both"/>
      <w:outlineLvl w:val="4"/>
    </w:pPr>
    <w:rPr>
      <w:rFonts w:eastAsia="Calibri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822"/>
    <w:rPr>
      <w:rFonts w:ascii="Times New Roman" w:hAnsi="Times New Roman"/>
      <w:b/>
      <w:sz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822"/>
    <w:rPr>
      <w:rFonts w:ascii="Times New Roman" w:hAnsi="Times New Roman"/>
      <w:b/>
      <w:sz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4822"/>
    <w:rPr>
      <w:rFonts w:ascii="Times New Roman" w:hAnsi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4822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822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4248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4822"/>
    <w:rPr>
      <w:rFonts w:ascii="Times New Roman" w:hAnsi="Times New Roman"/>
      <w:sz w:val="24"/>
      <w:lang w:eastAsia="ru-RU"/>
    </w:rPr>
  </w:style>
  <w:style w:type="paragraph" w:styleId="NoSpacing">
    <w:name w:val="No Spacing"/>
    <w:uiPriority w:val="99"/>
    <w:qFormat/>
    <w:rsid w:val="00F44F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1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</Pages>
  <Words>266</Words>
  <Characters>1518</Characters>
  <Application>Microsoft Office Outlook</Application>
  <DocSecurity>0</DocSecurity>
  <Lines>0</Lines>
  <Paragraphs>0</Paragraphs>
  <ScaleCrop>false</ScaleCrop>
  <Company>USZ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GOLIANOVSKA</dc:creator>
  <cp:keywords/>
  <dc:description/>
  <cp:lastModifiedBy>Mirek</cp:lastModifiedBy>
  <cp:revision>13</cp:revision>
  <cp:lastPrinted>2017-06-06T12:01:00Z</cp:lastPrinted>
  <dcterms:created xsi:type="dcterms:W3CDTF">2017-06-06T11:50:00Z</dcterms:created>
  <dcterms:modified xsi:type="dcterms:W3CDTF">2017-06-20T11:31:00Z</dcterms:modified>
</cp:coreProperties>
</file>