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30" w:rsidRDefault="00DC0C30" w:rsidP="00424822">
      <w:pPr>
        <w:ind w:right="-143"/>
        <w:jc w:val="center"/>
        <w:rPr>
          <w:snapToGrid w:val="0"/>
          <w:spacing w:val="8"/>
          <w:lang w:val="uk-UA"/>
        </w:rPr>
      </w:pPr>
      <w:r w:rsidRPr="00DF073D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DC0C30" w:rsidRDefault="00DC0C30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DC0C30" w:rsidRDefault="00DC0C30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DC0C30" w:rsidRDefault="00DC0C30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DC0C30" w:rsidRDefault="00DC0C30" w:rsidP="00424822">
      <w:pPr>
        <w:rPr>
          <w:sz w:val="28"/>
          <w:szCs w:val="28"/>
        </w:rPr>
      </w:pPr>
    </w:p>
    <w:p w:rsidR="00DC0C30" w:rsidRDefault="00DC0C30" w:rsidP="00424822">
      <w:pPr>
        <w:pStyle w:val="Heading2"/>
      </w:pPr>
      <w:r>
        <w:t>РОЗПОРЯДЖЕННЯ</w:t>
      </w:r>
    </w:p>
    <w:p w:rsidR="00DC0C30" w:rsidRPr="001B18A8" w:rsidRDefault="00DC0C30" w:rsidP="00424822">
      <w:pPr>
        <w:rPr>
          <w:sz w:val="28"/>
          <w:szCs w:val="28"/>
          <w:lang w:val="uk-UA"/>
        </w:rPr>
      </w:pPr>
      <w:r w:rsidRPr="001B18A8">
        <w:rPr>
          <w:sz w:val="28"/>
          <w:szCs w:val="28"/>
          <w:lang w:val="uk-UA"/>
        </w:rPr>
        <w:t xml:space="preserve">      </w:t>
      </w:r>
    </w:p>
    <w:p w:rsidR="00DC0C30" w:rsidRPr="001B18A8" w:rsidRDefault="00DC0C30" w:rsidP="00424822">
      <w:pPr>
        <w:rPr>
          <w:sz w:val="28"/>
          <w:szCs w:val="28"/>
        </w:rPr>
      </w:pPr>
      <w:r w:rsidRPr="001B18A8">
        <w:rPr>
          <w:sz w:val="28"/>
          <w:szCs w:val="28"/>
          <w:lang w:val="uk-UA"/>
        </w:rPr>
        <w:t xml:space="preserve"> </w:t>
      </w:r>
      <w:r w:rsidRPr="001B18A8">
        <w:rPr>
          <w:sz w:val="28"/>
          <w:szCs w:val="28"/>
        </w:rPr>
        <w:t xml:space="preserve"> 20 </w:t>
      </w:r>
      <w:r w:rsidRPr="001B18A8">
        <w:rPr>
          <w:sz w:val="28"/>
          <w:szCs w:val="28"/>
          <w:lang w:val="uk-UA"/>
        </w:rPr>
        <w:t xml:space="preserve">квітня 2017 року          м. Володимир-Волинський                  </w:t>
      </w:r>
      <w:r>
        <w:rPr>
          <w:sz w:val="28"/>
          <w:szCs w:val="28"/>
          <w:lang w:val="uk-UA"/>
        </w:rPr>
        <w:t xml:space="preserve">        № </w:t>
      </w:r>
      <w:r w:rsidRPr="001B18A8">
        <w:rPr>
          <w:sz w:val="28"/>
          <w:szCs w:val="28"/>
        </w:rPr>
        <w:t>147</w:t>
      </w:r>
    </w:p>
    <w:p w:rsidR="00DC0C30" w:rsidRPr="001B18A8" w:rsidRDefault="00DC0C30" w:rsidP="00424822">
      <w:pPr>
        <w:jc w:val="center"/>
        <w:rPr>
          <w:sz w:val="28"/>
          <w:szCs w:val="28"/>
          <w:lang w:val="uk-UA"/>
        </w:rPr>
      </w:pPr>
    </w:p>
    <w:p w:rsidR="00DC0C30" w:rsidRPr="001B18A8" w:rsidRDefault="00DC0C30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1B18A8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DC0C30" w:rsidRPr="001B18A8" w:rsidRDefault="00DC0C30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1B18A8">
        <w:rPr>
          <w:color w:val="000000"/>
          <w:sz w:val="28"/>
          <w:szCs w:val="28"/>
          <w:lang w:val="uk-UA"/>
        </w:rPr>
        <w:tab/>
      </w:r>
    </w:p>
    <w:p w:rsidR="00DC0C30" w:rsidRDefault="00DC0C30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1B18A8">
        <w:rPr>
          <w:color w:val="000000"/>
          <w:sz w:val="28"/>
          <w:szCs w:val="28"/>
          <w:lang w:val="uk-UA"/>
        </w:rPr>
        <w:t xml:space="preserve">          Відповідно до районної Програми соціального</w:t>
      </w:r>
      <w:r>
        <w:rPr>
          <w:color w:val="000000"/>
          <w:sz w:val="28"/>
          <w:szCs w:val="28"/>
          <w:lang w:val="uk-UA"/>
        </w:rPr>
        <w:t xml:space="preserve">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>
        <w:rPr>
          <w:color w:val="FFFFFF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20.04.2017 № 8:  </w:t>
      </w:r>
    </w:p>
    <w:p w:rsidR="00DC0C30" w:rsidRDefault="00DC0C30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Надати грошову допомогу громадянам, які потрапили в скрутне матеріальне становище</w:t>
      </w:r>
      <w:r>
        <w:rPr>
          <w:sz w:val="28"/>
          <w:szCs w:val="28"/>
        </w:rPr>
        <w:t>:</w:t>
      </w: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Ходореку Роману Вікторовичу, с.Верба – 1000,00 (одна тисяча) гривень;</w:t>
      </w: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Оніщук Любові Микитівні, с.Хмелівка – 500,00 (п’ятсот) гривень.</w:t>
      </w:r>
    </w:p>
    <w:p w:rsidR="00DC0C30" w:rsidRDefault="00DC0C30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</w:p>
    <w:p w:rsidR="00DC0C30" w:rsidRDefault="00DC0C30" w:rsidP="00424822">
      <w:pPr>
        <w:ind w:right="7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</w:t>
      </w:r>
      <w:r>
        <w:rPr>
          <w:b/>
          <w:bCs/>
          <w:sz w:val="28"/>
          <w:szCs w:val="28"/>
          <w:lang w:val="uk-UA"/>
        </w:rPr>
        <w:t>Н.ВАСИЛЕЦЬ</w:t>
      </w: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</w:p>
    <w:p w:rsidR="00DC0C30" w:rsidRDefault="00DC0C30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Голюк 23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394</w:t>
      </w:r>
    </w:p>
    <w:sectPr w:rsidR="00DC0C30" w:rsidSect="0067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C30" w:rsidRDefault="00DC0C30" w:rsidP="00424822">
      <w:r>
        <w:separator/>
      </w:r>
    </w:p>
  </w:endnote>
  <w:endnote w:type="continuationSeparator" w:id="0">
    <w:p w:rsidR="00DC0C30" w:rsidRDefault="00DC0C30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C30" w:rsidRDefault="00DC0C30" w:rsidP="00424822">
      <w:r>
        <w:separator/>
      </w:r>
    </w:p>
  </w:footnote>
  <w:footnote w:type="continuationSeparator" w:id="0">
    <w:p w:rsidR="00DC0C30" w:rsidRDefault="00DC0C30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123FE7"/>
    <w:rsid w:val="00124EBE"/>
    <w:rsid w:val="001B18A8"/>
    <w:rsid w:val="002A440A"/>
    <w:rsid w:val="00424822"/>
    <w:rsid w:val="00437A1A"/>
    <w:rsid w:val="00484ACF"/>
    <w:rsid w:val="005E17F2"/>
    <w:rsid w:val="00620276"/>
    <w:rsid w:val="00674775"/>
    <w:rsid w:val="007D4FEF"/>
    <w:rsid w:val="00B73D7C"/>
    <w:rsid w:val="00B9200B"/>
    <w:rsid w:val="00BA2433"/>
    <w:rsid w:val="00BD05BC"/>
    <w:rsid w:val="00C231FB"/>
    <w:rsid w:val="00C73637"/>
    <w:rsid w:val="00D6294F"/>
    <w:rsid w:val="00DC0C30"/>
    <w:rsid w:val="00DF073D"/>
    <w:rsid w:val="00F6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8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1</Pages>
  <Words>208</Words>
  <Characters>1189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11</cp:revision>
  <cp:lastPrinted>2017-04-20T13:38:00Z</cp:lastPrinted>
  <dcterms:created xsi:type="dcterms:W3CDTF">2017-04-19T11:15:00Z</dcterms:created>
  <dcterms:modified xsi:type="dcterms:W3CDTF">2017-04-27T06:50:00Z</dcterms:modified>
</cp:coreProperties>
</file>