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BC" w:rsidRDefault="005C42BC" w:rsidP="00064485">
      <w:pPr>
        <w:shd w:val="clear" w:color="auto" w:fill="FFFFFF"/>
        <w:spacing w:line="360" w:lineRule="auto"/>
      </w:pPr>
      <w:r w:rsidRPr="00FC6B1C">
        <w:rPr>
          <w:color w:val="000000"/>
          <w:spacing w:val="3"/>
          <w:sz w:val="28"/>
          <w:szCs w:val="28"/>
        </w:rPr>
        <w:t xml:space="preserve">                                                                        </w:t>
      </w:r>
      <w:r>
        <w:rPr>
          <w:color w:val="000000"/>
          <w:spacing w:val="3"/>
          <w:sz w:val="28"/>
          <w:szCs w:val="28"/>
          <w:lang w:val="uk-UA"/>
        </w:rPr>
        <w:t>ЗАТВЕРДЖЕНО</w:t>
      </w:r>
    </w:p>
    <w:p w:rsidR="005C42BC" w:rsidRDefault="005C42BC" w:rsidP="00064485">
      <w:pPr>
        <w:shd w:val="clear" w:color="auto" w:fill="FFFFFF"/>
        <w:spacing w:line="360" w:lineRule="auto"/>
        <w:ind w:left="5285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розпорядження голови </w:t>
      </w:r>
    </w:p>
    <w:p w:rsidR="005C42BC" w:rsidRDefault="005C42BC" w:rsidP="00064485">
      <w:pPr>
        <w:shd w:val="clear" w:color="auto" w:fill="FFFFFF"/>
        <w:spacing w:line="360" w:lineRule="auto"/>
        <w:ind w:left="5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5C42BC" w:rsidRPr="00FC6B1C" w:rsidRDefault="005C42BC" w:rsidP="00064485">
      <w:pPr>
        <w:shd w:val="clear" w:color="auto" w:fill="FFFFFF"/>
        <w:spacing w:line="360" w:lineRule="auto"/>
        <w:ind w:left="5285"/>
        <w:rPr>
          <w:color w:val="000000"/>
          <w:spacing w:val="2"/>
          <w:sz w:val="28"/>
          <w:szCs w:val="28"/>
          <w:lang w:val="en-US"/>
        </w:rPr>
      </w:pPr>
      <w:r>
        <w:rPr>
          <w:color w:val="000000"/>
          <w:spacing w:val="2"/>
          <w:sz w:val="28"/>
          <w:szCs w:val="28"/>
          <w:lang w:val="en-US"/>
        </w:rPr>
        <w:t xml:space="preserve">09 </w:t>
      </w:r>
      <w:r>
        <w:rPr>
          <w:color w:val="000000"/>
          <w:spacing w:val="2"/>
          <w:sz w:val="28"/>
          <w:szCs w:val="28"/>
          <w:lang w:val="uk-UA"/>
        </w:rPr>
        <w:t>грудня 201</w:t>
      </w:r>
      <w:r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2"/>
          <w:sz w:val="28"/>
          <w:szCs w:val="28"/>
          <w:lang w:val="uk-UA"/>
        </w:rPr>
        <w:t xml:space="preserve"> року № </w:t>
      </w:r>
      <w:r>
        <w:rPr>
          <w:color w:val="000000"/>
          <w:spacing w:val="2"/>
          <w:sz w:val="28"/>
          <w:szCs w:val="28"/>
          <w:lang w:val="en-US"/>
        </w:rPr>
        <w:t>489</w:t>
      </w:r>
    </w:p>
    <w:p w:rsidR="005C42BC" w:rsidRDefault="005C42BC" w:rsidP="00064485">
      <w:pPr>
        <w:jc w:val="center"/>
        <w:rPr>
          <w:sz w:val="28"/>
          <w:szCs w:val="28"/>
          <w:lang w:val="en-US"/>
        </w:rPr>
      </w:pPr>
    </w:p>
    <w:p w:rsidR="005C42BC" w:rsidRPr="00064485" w:rsidRDefault="005C42BC" w:rsidP="00064485">
      <w:pPr>
        <w:jc w:val="center"/>
        <w:rPr>
          <w:sz w:val="28"/>
          <w:szCs w:val="28"/>
          <w:lang w:val="en-US"/>
        </w:rPr>
      </w:pPr>
    </w:p>
    <w:p w:rsidR="005C42BC" w:rsidRDefault="005C42BC" w:rsidP="0006448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 витрат </w:t>
      </w:r>
    </w:p>
    <w:p w:rsidR="005C42BC" w:rsidRDefault="005C42BC" w:rsidP="0006448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придбання новорічних подарунків </w:t>
      </w:r>
    </w:p>
    <w:p w:rsidR="005C42BC" w:rsidRDefault="005C42BC" w:rsidP="00064485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дітям пільгових категорій </w:t>
      </w:r>
    </w:p>
    <w:p w:rsidR="005C42BC" w:rsidRDefault="005C42BC" w:rsidP="00064485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2838"/>
        <w:gridCol w:w="1854"/>
        <w:gridCol w:w="1337"/>
        <w:gridCol w:w="1524"/>
        <w:gridCol w:w="1684"/>
      </w:tblGrid>
      <w:tr w:rsidR="005C42BC" w:rsidTr="00064485">
        <w:tc>
          <w:tcPr>
            <w:tcW w:w="510" w:type="dxa"/>
            <w:vMerge w:val="restart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2838" w:type="dxa"/>
            <w:vMerge w:val="restart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854" w:type="dxa"/>
            <w:vMerge w:val="restart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Необхідна сума  (усього грн.)</w:t>
            </w:r>
          </w:p>
        </w:tc>
        <w:tc>
          <w:tcPr>
            <w:tcW w:w="1337" w:type="dxa"/>
            <w:vMerge w:val="restart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</w:t>
            </w: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(шт.)</w:t>
            </w:r>
          </w:p>
        </w:tc>
        <w:tc>
          <w:tcPr>
            <w:tcW w:w="3208" w:type="dxa"/>
            <w:gridSpan w:val="2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 тому числі :</w:t>
            </w:r>
          </w:p>
        </w:tc>
      </w:tr>
      <w:tr w:rsidR="005C42BC" w:rsidTr="00064485">
        <w:tc>
          <w:tcPr>
            <w:tcW w:w="0" w:type="auto"/>
            <w:vMerge/>
            <w:vAlign w:val="center"/>
          </w:tcPr>
          <w:p w:rsidR="005C42BC" w:rsidRDefault="005C42BC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C42BC" w:rsidRDefault="005C42BC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C42BC" w:rsidRDefault="005C42BC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C42BC" w:rsidRDefault="005C42BC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24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загальний  фонд</w:t>
            </w: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(грн.)</w:t>
            </w:r>
          </w:p>
        </w:tc>
        <w:tc>
          <w:tcPr>
            <w:tcW w:w="1684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спеціальний фонд  (грн.)</w:t>
            </w:r>
          </w:p>
        </w:tc>
      </w:tr>
      <w:tr w:rsidR="005C42BC" w:rsidTr="00064485">
        <w:tc>
          <w:tcPr>
            <w:tcW w:w="510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2838" w:type="dxa"/>
          </w:tcPr>
          <w:p w:rsidR="005C42BC" w:rsidRDefault="005C42BC">
            <w:pPr>
              <w:shd w:val="clear" w:color="auto" w:fill="FFFFFF"/>
              <w:tabs>
                <w:tab w:val="left" w:pos="281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Придбання подарунків дітям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 малозабезпечених та багатодітних сімей, батьки яких загинули в антитерористичній операції, переселенців з АР Крим, Донецької та Луганської областей, обдарованих дітей району </w:t>
            </w: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54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5C42BC" w:rsidRPr="00064485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11350,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337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227</w:t>
            </w:r>
          </w:p>
        </w:tc>
        <w:tc>
          <w:tcPr>
            <w:tcW w:w="1524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11350,0</w:t>
            </w:r>
          </w:p>
        </w:tc>
        <w:tc>
          <w:tcPr>
            <w:tcW w:w="1684" w:type="dxa"/>
          </w:tcPr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5C42BC" w:rsidRDefault="005C42BC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5C42BC" w:rsidTr="00064485">
        <w:tc>
          <w:tcPr>
            <w:tcW w:w="3348" w:type="dxa"/>
            <w:gridSpan w:val="2"/>
          </w:tcPr>
          <w:p w:rsidR="005C42BC" w:rsidRDefault="005C42BC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5C42BC" w:rsidRDefault="005C42BC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6399" w:type="dxa"/>
            <w:gridSpan w:val="4"/>
          </w:tcPr>
          <w:p w:rsidR="005C42BC" w:rsidRDefault="005C42BC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5C42BC" w:rsidRDefault="005C42BC" w:rsidP="00064485">
            <w:pPr>
              <w:tabs>
                <w:tab w:val="left" w:pos="1395"/>
              </w:tabs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11350,0</w:t>
            </w:r>
            <w:bookmarkStart w:id="0" w:name="_GoBack"/>
            <w:bookmarkEnd w:id="0"/>
            <w:r>
              <w:rPr>
                <w:sz w:val="28"/>
                <w:szCs w:val="28"/>
                <w:lang w:val="uk-UA" w:eastAsia="en-US"/>
              </w:rPr>
              <w:t xml:space="preserve"> грн.</w:t>
            </w:r>
          </w:p>
        </w:tc>
      </w:tr>
    </w:tbl>
    <w:p w:rsidR="005C42BC" w:rsidRDefault="005C42BC" w:rsidP="00064485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5C42BC" w:rsidRDefault="005C42BC" w:rsidP="00064485">
      <w:pPr>
        <w:tabs>
          <w:tab w:val="left" w:pos="1395"/>
        </w:tabs>
        <w:rPr>
          <w:sz w:val="28"/>
          <w:szCs w:val="28"/>
          <w:lang w:val="uk-UA"/>
        </w:rPr>
      </w:pPr>
    </w:p>
    <w:p w:rsidR="005C42BC" w:rsidRDefault="005C42BC" w:rsidP="00064485"/>
    <w:p w:rsidR="005C42BC" w:rsidRDefault="005C42BC"/>
    <w:sectPr w:rsidR="005C42BC" w:rsidSect="00C14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47E"/>
    <w:rsid w:val="00064485"/>
    <w:rsid w:val="00431D25"/>
    <w:rsid w:val="005B7AE4"/>
    <w:rsid w:val="005C42BC"/>
    <w:rsid w:val="005E447E"/>
    <w:rsid w:val="00C14B20"/>
    <w:rsid w:val="00FC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8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7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97</Words>
  <Characters>554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GOLIUK2</dc:creator>
  <cp:keywords/>
  <dc:description/>
  <cp:lastModifiedBy>Mirek</cp:lastModifiedBy>
  <cp:revision>3</cp:revision>
  <dcterms:created xsi:type="dcterms:W3CDTF">2016-12-08T10:53:00Z</dcterms:created>
  <dcterms:modified xsi:type="dcterms:W3CDTF">2016-12-14T09:35:00Z</dcterms:modified>
</cp:coreProperties>
</file>